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6552D" w:rsidR="00E750D5" w:rsidP="0078447C" w:rsidRDefault="00E750D5" w14:paraId="339DD353" w14:textId="77777777">
      <w:pPr>
        <w:spacing w:line="240" w:lineRule="auto"/>
        <w:jc w:val="both"/>
        <w:rPr>
          <w:rFonts w:ascii="Corbel" w:hAnsi="Corbel"/>
          <w:bCs/>
          <w:i/>
        </w:rPr>
      </w:pP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Corbel" w:hAnsi="Corbel"/>
          <w:bCs/>
          <w:i/>
        </w:rPr>
        <w:t>Załącznik nr 1.5 do Zarządzenia Rektora UR  nr 12/2019</w:t>
      </w:r>
    </w:p>
    <w:p w:rsidRPr="0026552D" w:rsidR="00E750D5" w:rsidP="0078447C" w:rsidRDefault="00E750D5" w14:paraId="339DD354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6552D">
        <w:rPr>
          <w:rFonts w:ascii="Corbel" w:hAnsi="Corbel"/>
          <w:b/>
          <w:smallCaps/>
          <w:sz w:val="24"/>
          <w:szCs w:val="24"/>
        </w:rPr>
        <w:t>SYLABUS</w:t>
      </w:r>
    </w:p>
    <w:p w:rsidRPr="0078447C" w:rsidR="00E750D5" w:rsidP="0078447C" w:rsidRDefault="00E750D5" w14:paraId="339DD355" w14:textId="044CB1B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8447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78447C" w:rsidR="00056173">
        <w:rPr>
          <w:rFonts w:ascii="Corbel" w:hAnsi="Corbel"/>
          <w:b/>
          <w:smallCaps/>
          <w:sz w:val="24"/>
          <w:szCs w:val="24"/>
        </w:rPr>
        <w:t>20</w:t>
      </w:r>
      <w:r w:rsidRPr="0078447C" w:rsidR="008156CC">
        <w:rPr>
          <w:rFonts w:ascii="Corbel" w:hAnsi="Corbel"/>
          <w:b/>
          <w:smallCaps/>
          <w:sz w:val="24"/>
          <w:szCs w:val="24"/>
        </w:rPr>
        <w:t>19</w:t>
      </w:r>
      <w:r w:rsidRPr="0078447C" w:rsidR="00056173">
        <w:rPr>
          <w:rFonts w:ascii="Corbel" w:hAnsi="Corbel"/>
          <w:b/>
          <w:smallCaps/>
          <w:sz w:val="24"/>
          <w:szCs w:val="24"/>
        </w:rPr>
        <w:t>-202</w:t>
      </w:r>
      <w:r w:rsidRPr="0078447C" w:rsidR="008156CC">
        <w:rPr>
          <w:rFonts w:ascii="Corbel" w:hAnsi="Corbel"/>
          <w:b/>
          <w:smallCaps/>
          <w:sz w:val="24"/>
          <w:szCs w:val="24"/>
        </w:rPr>
        <w:t>2</w:t>
      </w:r>
    </w:p>
    <w:p w:rsidR="00E750D5" w:rsidP="0078447C" w:rsidRDefault="00E750D5" w14:paraId="339DD356" w14:textId="1B2BEE5B">
      <w:pPr>
        <w:spacing w:after="0" w:line="240" w:lineRule="exact"/>
        <w:ind w:firstLine="5670"/>
        <w:jc w:val="both"/>
        <w:rPr>
          <w:rFonts w:ascii="Corbel" w:hAnsi="Corbel"/>
          <w:sz w:val="20"/>
          <w:szCs w:val="20"/>
        </w:rPr>
      </w:pPr>
      <w:r w:rsidRPr="0026552D">
        <w:rPr>
          <w:rFonts w:ascii="Corbel" w:hAnsi="Corbel"/>
          <w:i/>
          <w:sz w:val="20"/>
          <w:szCs w:val="20"/>
        </w:rPr>
        <w:t>(skrajne daty</w:t>
      </w:r>
      <w:r w:rsidRPr="0026552D">
        <w:rPr>
          <w:rFonts w:ascii="Corbel" w:hAnsi="Corbel"/>
          <w:sz w:val="20"/>
          <w:szCs w:val="20"/>
        </w:rPr>
        <w:t>)</w:t>
      </w:r>
    </w:p>
    <w:p w:rsidRPr="0026552D" w:rsidR="002B3DBF" w:rsidP="0078447C" w:rsidRDefault="002B3DBF" w14:paraId="7F63DE10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bookmarkStart w:name="_GoBack" w:id="0"/>
      <w:bookmarkEnd w:id="0"/>
    </w:p>
    <w:p w:rsidRPr="0026552D" w:rsidR="00E750D5" w:rsidP="0078447C" w:rsidRDefault="00E750D5" w14:paraId="339DD357" w14:textId="2412CC2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6552D"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 xml:space="preserve">Rok akademicki   </w:t>
      </w:r>
      <w:r w:rsidRPr="0026552D" w:rsidR="00874712">
        <w:rPr>
          <w:rFonts w:ascii="Corbel" w:hAnsi="Corbel"/>
          <w:sz w:val="20"/>
          <w:szCs w:val="20"/>
        </w:rPr>
        <w:t>20</w:t>
      </w:r>
      <w:r w:rsidR="008156CC">
        <w:rPr>
          <w:rFonts w:ascii="Corbel" w:hAnsi="Corbel"/>
          <w:sz w:val="20"/>
          <w:szCs w:val="20"/>
        </w:rPr>
        <w:t>19</w:t>
      </w:r>
      <w:r w:rsidR="000B22B3">
        <w:rPr>
          <w:rFonts w:ascii="Corbel" w:hAnsi="Corbel"/>
          <w:sz w:val="20"/>
          <w:szCs w:val="20"/>
        </w:rPr>
        <w:t>/202</w:t>
      </w:r>
      <w:r w:rsidR="008156CC">
        <w:rPr>
          <w:rFonts w:ascii="Corbel" w:hAnsi="Corbel"/>
          <w:sz w:val="20"/>
          <w:szCs w:val="20"/>
        </w:rPr>
        <w:t>0</w:t>
      </w:r>
    </w:p>
    <w:p w:rsidRPr="0026552D" w:rsidR="00E750D5" w:rsidP="0078447C" w:rsidRDefault="00E750D5" w14:paraId="339DD358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26552D" w:rsidR="00E750D5" w:rsidP="0078447C" w:rsidRDefault="00E750D5" w14:paraId="339DD359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6552D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26552D" w:rsidR="0026552D" w:rsidTr="16A813A4" w14:paraId="339DD35C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5A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5B" w14:textId="2185A223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2B3DBF">
              <w:rPr>
                <w:rFonts w:ascii="Corbel" w:hAnsi="Corbel"/>
                <w:sz w:val="24"/>
                <w:szCs w:val="24"/>
              </w:rPr>
              <w:t>auka o państwie i prawie</w:t>
            </w:r>
          </w:p>
        </w:tc>
      </w:tr>
      <w:tr w:rsidRPr="0026552D" w:rsidR="0026552D" w:rsidTr="16A813A4" w14:paraId="339DD35F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5D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5E" w14:textId="503769FF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BW</w:t>
            </w:r>
            <w:r w:rsidRPr="002B3DBF">
              <w:rPr>
                <w:rFonts w:ascii="Corbel" w:hAnsi="Corbel"/>
                <w:sz w:val="24"/>
                <w:szCs w:val="24"/>
              </w:rPr>
              <w:t>01</w:t>
            </w:r>
          </w:p>
        </w:tc>
      </w:tr>
      <w:tr w:rsidRPr="0026552D" w:rsidR="0026552D" w:rsidTr="16A813A4" w14:paraId="339DD362" w14:textId="77777777">
        <w:tc>
          <w:tcPr>
            <w:tcW w:w="2694" w:type="dxa"/>
            <w:tcMar/>
            <w:vAlign w:val="center"/>
          </w:tcPr>
          <w:p w:rsidRPr="0026552D" w:rsidR="0026552D" w:rsidP="0078447C" w:rsidRDefault="002B3DBF" w14:paraId="339DD360" w14:textId="02FA7473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26552D" w:rsidR="0026552D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61" w14:textId="58B89FE5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Pr="0026552D" w:rsidR="0026552D" w:rsidTr="16A813A4" w14:paraId="339DD365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63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64" w14:textId="7748002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Pr="0026552D" w:rsidR="0026552D" w:rsidTr="16A813A4" w14:paraId="339DD368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66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67" w14:textId="2EF62A98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2B3DBF">
              <w:rPr>
                <w:rFonts w:ascii="Corbel" w:hAnsi="Corbel"/>
                <w:sz w:val="24"/>
                <w:szCs w:val="24"/>
              </w:rPr>
              <w:t>ezpieczeństwo wewnętrzne</w:t>
            </w:r>
          </w:p>
        </w:tc>
      </w:tr>
      <w:tr w:rsidRPr="0026552D" w:rsidR="0026552D" w:rsidTr="16A813A4" w14:paraId="339DD36B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69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1D496024" w:rsidRDefault="002B3DBF" w14:paraId="339DD36A" w14:textId="686728D9">
            <w:pPr>
              <w:spacing w:line="240" w:lineRule="auto"/>
              <w:jc w:val="both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6A813A4" w:rsidR="5703B78D">
              <w:rPr>
                <w:rFonts w:ascii="Corbel" w:hAnsi="Corbel"/>
                <w:sz w:val="24"/>
                <w:szCs w:val="24"/>
              </w:rPr>
              <w:t xml:space="preserve">Studia </w:t>
            </w:r>
            <w:r w:rsidRPr="16A813A4" w:rsidR="002B3DBF">
              <w:rPr>
                <w:rFonts w:ascii="Corbel" w:hAnsi="Corbel"/>
                <w:sz w:val="24"/>
                <w:szCs w:val="24"/>
              </w:rPr>
              <w:t>I</w:t>
            </w:r>
            <w:r w:rsidRPr="16A813A4" w:rsidR="002B3DBF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Pr="0026552D" w:rsidR="0026552D" w:rsidTr="16A813A4" w14:paraId="339DD36E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6C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6D" w14:textId="29220017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B3DBF">
              <w:rPr>
                <w:rFonts w:ascii="Corbel" w:hAnsi="Corbel"/>
                <w:sz w:val="24"/>
                <w:szCs w:val="24"/>
              </w:rPr>
              <w:t>raktyczny</w:t>
            </w:r>
          </w:p>
        </w:tc>
      </w:tr>
      <w:tr w:rsidRPr="0026552D" w:rsidR="0026552D" w:rsidTr="16A813A4" w14:paraId="339DD371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6F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1D496024" w:rsidRDefault="002B3DBF" w14:paraId="339DD370" w14:textId="620A824E">
            <w:pPr>
              <w:spacing w:line="240" w:lineRule="auto"/>
              <w:jc w:val="both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D496024" w:rsidR="3A73B3E4">
              <w:rPr>
                <w:rFonts w:ascii="Corbel" w:hAnsi="Corbel"/>
                <w:sz w:val="24"/>
                <w:szCs w:val="24"/>
              </w:rPr>
              <w:t>S</w:t>
            </w:r>
            <w:r w:rsidRPr="1D496024" w:rsidR="002B3DBF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Pr="0026552D" w:rsidR="0026552D" w:rsidTr="16A813A4" w14:paraId="339DD374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72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73" w14:textId="20D55022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rok/</w:t>
            </w:r>
            <w:r w:rsidRPr="002B3DB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semestr</w:t>
            </w:r>
          </w:p>
        </w:tc>
      </w:tr>
      <w:tr w:rsidRPr="0026552D" w:rsidR="0026552D" w:rsidTr="16A813A4" w14:paraId="339DD377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75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6552D">
              <w:rPr>
                <w:rFonts w:ascii="Corbel" w:hAnsi="Corbel"/>
                <w:sz w:val="24"/>
                <w:szCs w:val="24"/>
              </w:rPr>
              <w:t>R</w:t>
            </w:r>
            <w:proofErr w:type="spellEnd"/>
            <w:r w:rsidRPr="0026552D">
              <w:rPr>
                <w:rFonts w:ascii="Corbel" w:hAnsi="Corbel"/>
                <w:sz w:val="24"/>
                <w:szCs w:val="24"/>
              </w:rPr>
              <w:t>odzaj przedmiotu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76" w14:textId="0B987FEE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B3DBF">
              <w:rPr>
                <w:rFonts w:ascii="Corbel" w:hAnsi="Corbel"/>
                <w:sz w:val="24"/>
                <w:szCs w:val="24"/>
              </w:rPr>
              <w:t>rzedmiot obowiązkowy</w:t>
            </w:r>
          </w:p>
        </w:tc>
      </w:tr>
      <w:tr w:rsidRPr="0026552D" w:rsidR="0026552D" w:rsidTr="16A813A4" w14:paraId="339DD37A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78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79" w14:textId="18E1A1F4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B3DBF">
              <w:rPr>
                <w:rFonts w:ascii="Corbel" w:hAnsi="Corbel"/>
                <w:sz w:val="24"/>
                <w:szCs w:val="24"/>
              </w:rPr>
              <w:t>olski</w:t>
            </w:r>
          </w:p>
        </w:tc>
      </w:tr>
      <w:tr w:rsidRPr="0026552D" w:rsidR="0026552D" w:rsidTr="16A813A4" w14:paraId="339DD37D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7B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7C" w14:textId="173F2A0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hab. S</w:t>
            </w:r>
            <w:r w:rsidRPr="002B3DBF">
              <w:rPr>
                <w:rFonts w:ascii="Corbel" w:hAnsi="Corbel"/>
                <w:sz w:val="24"/>
                <w:szCs w:val="24"/>
              </w:rPr>
              <w:t xml:space="preserve">abina </w:t>
            </w:r>
            <w:r>
              <w:rPr>
                <w:rFonts w:ascii="Corbel" w:hAnsi="Corbel"/>
                <w:sz w:val="24"/>
                <w:szCs w:val="24"/>
              </w:rPr>
              <w:t>G</w:t>
            </w:r>
            <w:r w:rsidRPr="002B3DBF">
              <w:rPr>
                <w:rFonts w:ascii="Corbel" w:hAnsi="Corbel"/>
                <w:sz w:val="24"/>
                <w:szCs w:val="24"/>
              </w:rPr>
              <w:t>rabowska</w:t>
            </w:r>
            <w:r>
              <w:rPr>
                <w:rFonts w:ascii="Corbel" w:hAnsi="Corbel"/>
                <w:sz w:val="24"/>
                <w:szCs w:val="24"/>
              </w:rPr>
              <w:t>, prof. UR</w:t>
            </w:r>
          </w:p>
        </w:tc>
      </w:tr>
      <w:tr w:rsidRPr="0026552D" w:rsidR="0026552D" w:rsidTr="16A813A4" w14:paraId="339DD381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7E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7F" w14:textId="3979A001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hab. S</w:t>
            </w:r>
            <w:r w:rsidRPr="002B3DBF">
              <w:rPr>
                <w:rFonts w:ascii="Corbel" w:hAnsi="Corbel"/>
                <w:sz w:val="24"/>
                <w:szCs w:val="24"/>
              </w:rPr>
              <w:t xml:space="preserve">abina </w:t>
            </w:r>
            <w:r>
              <w:rPr>
                <w:rFonts w:ascii="Corbel" w:hAnsi="Corbel"/>
                <w:sz w:val="24"/>
                <w:szCs w:val="24"/>
              </w:rPr>
              <w:t>G</w:t>
            </w:r>
            <w:r w:rsidRPr="002B3DBF">
              <w:rPr>
                <w:rFonts w:ascii="Corbel" w:hAnsi="Corbel"/>
                <w:sz w:val="24"/>
                <w:szCs w:val="24"/>
              </w:rPr>
              <w:t>rabowska</w:t>
            </w:r>
            <w:r>
              <w:rPr>
                <w:rFonts w:ascii="Corbel" w:hAnsi="Corbel"/>
                <w:sz w:val="24"/>
                <w:szCs w:val="24"/>
              </w:rPr>
              <w:t>, prof. UR</w:t>
            </w:r>
          </w:p>
          <w:p w:rsidRPr="002B3DBF" w:rsidR="0026552D" w:rsidP="0078447C" w:rsidRDefault="002B3DBF" w14:paraId="339DD380" w14:textId="0DDA9D51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mgr D</w:t>
            </w:r>
            <w:r w:rsidRPr="002B3DBF">
              <w:rPr>
                <w:rFonts w:ascii="Corbel" w:hAnsi="Corbel"/>
                <w:sz w:val="24"/>
                <w:szCs w:val="24"/>
              </w:rPr>
              <w:t xml:space="preserve">amian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2B3DBF">
              <w:rPr>
                <w:rFonts w:ascii="Corbel" w:hAnsi="Corbel"/>
                <w:sz w:val="24"/>
                <w:szCs w:val="24"/>
              </w:rPr>
              <w:t>icherek</w:t>
            </w:r>
          </w:p>
        </w:tc>
      </w:tr>
    </w:tbl>
    <w:p w:rsidRPr="0026552D" w:rsidR="00E750D5" w:rsidP="0078447C" w:rsidRDefault="00E750D5" w14:paraId="339DD382" w14:textId="7BE4FD4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* </w:t>
      </w:r>
      <w:r w:rsidRPr="0026552D">
        <w:rPr>
          <w:rFonts w:ascii="Corbel" w:hAnsi="Corbel"/>
          <w:i/>
          <w:sz w:val="24"/>
          <w:szCs w:val="24"/>
        </w:rPr>
        <w:t>-</w:t>
      </w:r>
      <w:r w:rsidRPr="0026552D">
        <w:rPr>
          <w:rFonts w:ascii="Corbel" w:hAnsi="Corbel"/>
          <w:b w:val="0"/>
          <w:i/>
          <w:sz w:val="24"/>
          <w:szCs w:val="24"/>
        </w:rPr>
        <w:t>opcjonalni</w:t>
      </w:r>
      <w:r w:rsidRPr="0026552D">
        <w:rPr>
          <w:rFonts w:ascii="Corbel" w:hAnsi="Corbel"/>
          <w:b w:val="0"/>
          <w:sz w:val="24"/>
          <w:szCs w:val="24"/>
        </w:rPr>
        <w:t>e,</w:t>
      </w:r>
      <w:r w:rsidR="00F31660">
        <w:rPr>
          <w:rFonts w:ascii="Corbel" w:hAnsi="Corbel"/>
          <w:b w:val="0"/>
          <w:sz w:val="24"/>
          <w:szCs w:val="24"/>
        </w:rPr>
        <w:t xml:space="preserve"> </w:t>
      </w:r>
      <w:r w:rsidRPr="002655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Pr="0026552D" w:rsidR="00E750D5" w:rsidP="0078447C" w:rsidRDefault="00E750D5" w14:paraId="339DD38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26552D" w:rsidR="00E750D5" w:rsidP="0078447C" w:rsidRDefault="00E750D5" w14:paraId="339DD38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26552D" w:rsidR="00E750D5" w:rsidP="0078447C" w:rsidRDefault="00E750D5" w14:paraId="339DD38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26552D" w:rsidR="00E750D5" w:rsidTr="00874712" w14:paraId="339DD391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6552D" w:rsidR="00E750D5" w:rsidP="0078447C" w:rsidRDefault="00E750D5" w14:paraId="339DD386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Semestr</w:t>
            </w:r>
          </w:p>
          <w:p w:rsidRPr="0026552D" w:rsidR="00E750D5" w:rsidP="0078447C" w:rsidRDefault="00E750D5" w14:paraId="339DD387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552D" w:rsidR="00E750D5" w:rsidP="0078447C" w:rsidRDefault="00E750D5" w14:paraId="339DD388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26552D">
              <w:rPr>
                <w:rFonts w:ascii="Corbel" w:hAnsi="Corbel"/>
                <w:szCs w:val="24"/>
              </w:rPr>
              <w:t>Wykł</w:t>
            </w:r>
            <w:proofErr w:type="spellEnd"/>
            <w:r w:rsidRPr="002655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552D" w:rsidR="00E750D5" w:rsidP="0078447C" w:rsidRDefault="00E750D5" w14:paraId="339DD389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552D" w:rsidR="00E750D5" w:rsidP="0078447C" w:rsidRDefault="00E750D5" w14:paraId="339DD38A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26552D">
              <w:rPr>
                <w:rFonts w:ascii="Corbel" w:hAnsi="Corbel"/>
                <w:szCs w:val="24"/>
              </w:rPr>
              <w:t>Konw</w:t>
            </w:r>
            <w:proofErr w:type="spellEnd"/>
            <w:r w:rsidRPr="002655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552D" w:rsidR="00E750D5" w:rsidP="0078447C" w:rsidRDefault="00E750D5" w14:paraId="339DD38B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6552D" w:rsidR="00E750D5" w:rsidP="0078447C" w:rsidRDefault="00E750D5" w14:paraId="339DD38C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26552D">
              <w:rPr>
                <w:rFonts w:ascii="Corbel" w:hAnsi="Corbel"/>
                <w:szCs w:val="24"/>
              </w:rPr>
              <w:t>Sem</w:t>
            </w:r>
            <w:proofErr w:type="spellEnd"/>
            <w:r w:rsidRPr="002655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552D" w:rsidR="00E750D5" w:rsidP="0078447C" w:rsidRDefault="00E750D5" w14:paraId="339DD38D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552D" w:rsidR="00E750D5" w:rsidP="0078447C" w:rsidRDefault="00E750D5" w14:paraId="339DD38E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26552D">
              <w:rPr>
                <w:rFonts w:ascii="Corbel" w:hAnsi="Corbel"/>
                <w:szCs w:val="24"/>
              </w:rPr>
              <w:t>Prakt</w:t>
            </w:r>
            <w:proofErr w:type="spellEnd"/>
            <w:r w:rsidRPr="002655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552D" w:rsidR="00E750D5" w:rsidP="0078447C" w:rsidRDefault="00E750D5" w14:paraId="339DD38F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552D" w:rsidR="00E750D5" w:rsidP="0078447C" w:rsidRDefault="00E750D5" w14:paraId="339DD390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26552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Pr="0026552D" w:rsidR="00874712" w:rsidTr="00874712" w14:paraId="339DD39C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6552D" w:rsidR="00874712" w:rsidP="0078447C" w:rsidRDefault="00874712" w14:paraId="339DD392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6552D" w:rsidR="00874712" w:rsidP="0078447C" w:rsidRDefault="00874712" w14:paraId="339DD393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6552D" w:rsidR="00874712" w:rsidP="0078447C" w:rsidRDefault="00874712" w14:paraId="339DD394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6552D" w:rsidR="00874712" w:rsidP="0078447C" w:rsidRDefault="00874712" w14:paraId="339DD395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6552D" w:rsidR="00874712" w:rsidP="0078447C" w:rsidRDefault="00874712" w14:paraId="339DD396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6552D" w:rsidR="00874712" w:rsidP="0078447C" w:rsidRDefault="00874712" w14:paraId="339DD397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6552D" w:rsidR="00874712" w:rsidP="0078447C" w:rsidRDefault="00874712" w14:paraId="339DD398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6552D" w:rsidR="00874712" w:rsidP="0078447C" w:rsidRDefault="00874712" w14:paraId="339DD399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6552D" w:rsidR="00874712" w:rsidP="0078447C" w:rsidRDefault="00874712" w14:paraId="339DD39A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6552D" w:rsidR="00874712" w:rsidP="0078447C" w:rsidRDefault="002B19AB" w14:paraId="339DD39B" w14:textId="5C18F515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26552D" w:rsidR="00E750D5" w:rsidP="0078447C" w:rsidRDefault="00E750D5" w14:paraId="339DD3A8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26552D" w:rsidR="00E750D5" w:rsidP="0078447C" w:rsidRDefault="00E750D5" w14:paraId="339DD3A9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26552D" w:rsidR="00E750D5" w:rsidP="0078447C" w:rsidRDefault="00E750D5" w14:paraId="339DD3AA" w14:textId="77777777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1.2.</w:t>
      </w:r>
      <w:r w:rsidRPr="0026552D">
        <w:rPr>
          <w:rFonts w:ascii="Corbel" w:hAnsi="Corbel"/>
          <w:smallCaps w:val="0"/>
          <w:szCs w:val="24"/>
        </w:rPr>
        <w:tab/>
      </w:r>
      <w:r w:rsidRPr="0026552D">
        <w:rPr>
          <w:rFonts w:ascii="Corbel" w:hAnsi="Corbel"/>
          <w:smallCaps w:val="0"/>
          <w:szCs w:val="24"/>
        </w:rPr>
        <w:t xml:space="preserve">Sposób realizacji zajęć  </w:t>
      </w:r>
    </w:p>
    <w:p w:rsidRPr="0026552D" w:rsidR="00E750D5" w:rsidP="0078447C" w:rsidRDefault="002B3DBF" w14:paraId="339DD3AB" w14:textId="287E192D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  <w:noProof/>
        </w:rPr>
        <w:pict w14:anchorId="0898A95E">
          <v:shapetype id="_x0000_t32" coordsize="21600,21600" o:oned="t" filled="f" o:spt="32" path="m,l21600,21600e">
            <v:path fillok="f" arrowok="t" o:connecttype="none"/>
            <o:lock v:ext="edit" shapetype="t"/>
          </v:shapetype>
          <v:shape id="_x0000_s1029" style="position:absolute;left:0;text-align:left;margin-left:26.7pt;margin-top:4.2pt;width:6.6pt;height:9pt;flip:x;z-index:251661312" o:connectortype="straight" type="#_x0000_t32"/>
        </w:pict>
      </w:r>
      <w:r>
        <w:rPr>
          <w:rFonts w:ascii="Corbel" w:hAnsi="Corbel"/>
          <w:b w:val="0"/>
          <w:smallCaps w:val="0"/>
          <w:noProof/>
        </w:rPr>
        <w:pict w14:anchorId="42764B03">
          <v:shape id="_x0000_s1028" style="position:absolute;left:0;text-align:left;margin-left:27.3pt;margin-top:4.2pt;width:6pt;height:9pt;z-index:251660288" o:connectortype="straight" type="#_x0000_t32"/>
        </w:pict>
      </w:r>
      <w:r>
        <w:rPr>
          <w:rFonts w:ascii="Corbel" w:hAnsi="Corbel"/>
          <w:b w:val="0"/>
          <w:smallCaps w:val="0"/>
          <w:noProof/>
        </w:rPr>
        <w:pict w14:anchorId="5F817257">
          <v:rect id="_x0000_s1026" style="position:absolute;left:0;text-align:left;margin-left:25.5pt;margin-top:3pt;width:7.8pt;height:10.2pt;z-index:251658240"/>
        </w:pict>
      </w:r>
      <w:r w:rsidRPr="3D6166CF" w:rsidR="00E750D5">
        <w:rPr>
          <w:rFonts w:ascii="Corbel" w:hAnsi="Corbel"/>
          <w:b w:val="0"/>
          <w:smallCaps w:val="0"/>
        </w:rPr>
        <w:t xml:space="preserve">zajęcia w formie tradycyjnej </w:t>
      </w:r>
    </w:p>
    <w:p w:rsidRPr="0026552D" w:rsidR="00E750D5" w:rsidP="0078447C" w:rsidRDefault="002B3DBF" w14:paraId="339DD3AC" w14:textId="0001E96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noProof/>
          <w:szCs w:val="24"/>
        </w:rPr>
        <w:pict w14:anchorId="58ABD26C">
          <v:rect id="_x0000_s1027" style="position:absolute;left:0;text-align:left;margin-left:25.5pt;margin-top:2.75pt;width:7.8pt;height:10.2pt;z-index:251659264"/>
        </w:pict>
      </w:r>
      <w:r w:rsidRPr="0026552D" w:rsidR="00E750D5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Pr="0026552D" w:rsidR="00E750D5" w:rsidP="0078447C" w:rsidRDefault="00E750D5" w14:paraId="339DD3AD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2B3DBF" w:rsidR="00E750D5" w:rsidP="0078447C" w:rsidRDefault="00E750D5" w14:paraId="339DD3AF" w14:textId="0FC88891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1.3 </w:t>
      </w:r>
      <w:r w:rsidRPr="0026552D">
        <w:rPr>
          <w:rFonts w:ascii="Corbel" w:hAnsi="Corbel"/>
          <w:smallCaps w:val="0"/>
          <w:szCs w:val="24"/>
        </w:rPr>
        <w:tab/>
      </w:r>
      <w:r w:rsidRPr="0026552D">
        <w:rPr>
          <w:rFonts w:ascii="Corbel" w:hAnsi="Corbel"/>
          <w:smallCaps w:val="0"/>
          <w:szCs w:val="24"/>
        </w:rPr>
        <w:t xml:space="preserve">Forma zaliczenia przedmiotu  (z toku) </w:t>
      </w:r>
      <w:r w:rsidR="0058636F">
        <w:rPr>
          <w:rFonts w:ascii="Corbel" w:hAnsi="Corbel"/>
          <w:b w:val="0"/>
          <w:smallCaps w:val="0"/>
          <w:szCs w:val="24"/>
        </w:rPr>
        <w:t>(</w:t>
      </w:r>
      <w:r w:rsidRPr="00543481" w:rsidR="0058636F">
        <w:rPr>
          <w:rFonts w:ascii="Corbel" w:hAnsi="Corbel"/>
          <w:b w:val="0"/>
          <w:smallCaps w:val="0"/>
          <w:szCs w:val="24"/>
          <w:u w:val="single"/>
        </w:rPr>
        <w:t>egzamin</w:t>
      </w:r>
      <w:r w:rsidR="0058636F">
        <w:rPr>
          <w:rFonts w:ascii="Corbel" w:hAnsi="Corbel"/>
          <w:b w:val="0"/>
          <w:smallCaps w:val="0"/>
          <w:szCs w:val="24"/>
        </w:rPr>
        <w:t>, zaliczenie z oceną</w:t>
      </w:r>
      <w:r w:rsidRPr="0026552D">
        <w:rPr>
          <w:rFonts w:ascii="Corbel" w:hAnsi="Corbel"/>
          <w:b w:val="0"/>
          <w:smallCaps w:val="0"/>
          <w:szCs w:val="24"/>
        </w:rPr>
        <w:t>)</w:t>
      </w:r>
    </w:p>
    <w:p w:rsidRPr="0026552D" w:rsidR="00E750D5" w:rsidP="0078447C" w:rsidRDefault="00E750D5" w14:paraId="339DD3B0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6552D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26552D" w:rsidR="00E750D5" w:rsidTr="002C5EA9" w14:paraId="339DD3B2" w14:textId="77777777">
        <w:tc>
          <w:tcPr>
            <w:tcW w:w="9670" w:type="dxa"/>
          </w:tcPr>
          <w:p w:rsidRPr="0026552D" w:rsidR="00E750D5" w:rsidP="0078447C" w:rsidRDefault="00874712" w14:paraId="339DD3B1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bCs/>
                <w:smallCaps w:val="0"/>
                <w:sz w:val="22"/>
              </w:rPr>
              <w:t>Znajomość podstawowej terminologii z przedmiotu wiedza o społeczeństwie, znajomość w stopniu podstawowym zagadnień związanych z życiem politycznym i społecznym państwa</w:t>
            </w:r>
          </w:p>
        </w:tc>
      </w:tr>
    </w:tbl>
    <w:p w:rsidR="00E750D5" w:rsidP="0078447C" w:rsidRDefault="00E750D5" w14:paraId="339DD3B3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26552D" w:rsidR="0058636F" w:rsidP="0078447C" w:rsidRDefault="0058636F" w14:paraId="339DD3B4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26552D" w:rsidR="00E750D5" w:rsidP="0078447C" w:rsidRDefault="00E750D5" w14:paraId="339DD3B5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6552D">
        <w:rPr>
          <w:rFonts w:ascii="Corbel" w:hAnsi="Corbel"/>
          <w:szCs w:val="24"/>
        </w:rPr>
        <w:t>3. cele, efekty uczenia się , treści Programowe i stosowane metody Dydaktyczne</w:t>
      </w:r>
    </w:p>
    <w:p w:rsidRPr="0026552D" w:rsidR="00E750D5" w:rsidP="0078447C" w:rsidRDefault="00E750D5" w14:paraId="339DD3B6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26552D" w:rsidR="00E750D5" w:rsidP="0078447C" w:rsidRDefault="00E750D5" w14:paraId="339DD3B7" w14:textId="77777777">
      <w:pPr>
        <w:pStyle w:val="Podpunkty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>3.1 Cele przedmiotu</w:t>
      </w:r>
    </w:p>
    <w:p w:rsidRPr="0026552D" w:rsidR="00E750D5" w:rsidP="0078447C" w:rsidRDefault="00E750D5" w14:paraId="339DD3B8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26552D" w:rsidR="00E750D5" w:rsidTr="002C5EA9" w14:paraId="339DD3BB" w14:textId="77777777">
        <w:tc>
          <w:tcPr>
            <w:tcW w:w="851" w:type="dxa"/>
            <w:vAlign w:val="center"/>
          </w:tcPr>
          <w:p w:rsidRPr="0026552D" w:rsidR="00E750D5" w:rsidP="0078447C" w:rsidRDefault="00E750D5" w14:paraId="339DD3B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6552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26552D" w:rsidR="00E750D5" w:rsidP="0078447C" w:rsidRDefault="00874712" w14:paraId="339DD3BA" w14:textId="6AF1AA8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6552D">
              <w:rPr>
                <w:rFonts w:ascii="Corbel" w:hAnsi="Corbel"/>
                <w:b w:val="0"/>
                <w:bCs/>
                <w:szCs w:val="22"/>
              </w:rPr>
              <w:t>Zadaniem głównym jest zdobycie przez studentów wiedzy, umiejętności i kompetencji z</w:t>
            </w:r>
            <w:r w:rsidR="007C7721">
              <w:rPr>
                <w:rFonts w:ascii="Corbel" w:hAnsi="Corbel"/>
                <w:b w:val="0"/>
                <w:bCs/>
                <w:szCs w:val="22"/>
              </w:rPr>
              <w:t> </w:t>
            </w:r>
            <w:r w:rsidRPr="0026552D">
              <w:rPr>
                <w:rFonts w:ascii="Corbel" w:hAnsi="Corbel"/>
                <w:b w:val="0"/>
                <w:bCs/>
                <w:szCs w:val="22"/>
              </w:rPr>
              <w:t xml:space="preserve">zakresu prawoznawstwa oraz zapoznanie z metodami w nim stosowanymi, z podstawowymi konstrukcjami i zasadami prawa uzupełnionymi o zganienia z zakresu problematyki państwa przydatnymi do studiowania nauk prawnych i </w:t>
            </w:r>
            <w:r w:rsidR="007C7721">
              <w:rPr>
                <w:rFonts w:ascii="Corbel" w:hAnsi="Corbel"/>
                <w:b w:val="0"/>
                <w:bCs/>
                <w:szCs w:val="22"/>
              </w:rPr>
              <w:t>nauk o bezpieczeństwie.</w:t>
            </w:r>
          </w:p>
        </w:tc>
      </w:tr>
      <w:tr w:rsidRPr="0026552D" w:rsidR="00E750D5" w:rsidTr="002C5EA9" w14:paraId="339DD3BE" w14:textId="77777777">
        <w:tc>
          <w:tcPr>
            <w:tcW w:w="851" w:type="dxa"/>
            <w:vAlign w:val="center"/>
          </w:tcPr>
          <w:p w:rsidRPr="0026552D" w:rsidR="00E750D5" w:rsidP="0078447C" w:rsidRDefault="007C7721" w14:paraId="339DD3BC" w14:textId="4A220D81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26552D" w:rsidR="00E750D5" w:rsidP="0078447C" w:rsidRDefault="007C7721" w14:paraId="339DD3BD" w14:textId="1EDD2F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przez studentów zjawisk i procesów determinujących rozwój systemów prawnych i politycznych.</w:t>
            </w:r>
          </w:p>
        </w:tc>
      </w:tr>
      <w:tr w:rsidRPr="0026552D" w:rsidR="00E750D5" w:rsidTr="002C5EA9" w14:paraId="339DD3C1" w14:textId="77777777">
        <w:tc>
          <w:tcPr>
            <w:tcW w:w="851" w:type="dxa"/>
            <w:vAlign w:val="center"/>
          </w:tcPr>
          <w:p w:rsidRPr="0026552D" w:rsidR="00E750D5" w:rsidP="0078447C" w:rsidRDefault="00E750D5" w14:paraId="339DD3BF" w14:textId="4AE194F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6552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C772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26552D" w:rsidR="00E750D5" w:rsidP="0078447C" w:rsidRDefault="007C7721" w14:paraId="339DD3C0" w14:textId="0E2B1F8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Uzyskanie wiedzy dotyczącej funkcjonowania państw we współczesnej rzeczywistości politycznej. </w:t>
            </w:r>
          </w:p>
        </w:tc>
      </w:tr>
    </w:tbl>
    <w:p w:rsidRPr="0026552D" w:rsidR="00E750D5" w:rsidP="0078447C" w:rsidRDefault="00E750D5" w14:paraId="339DD3C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26552D" w:rsidR="00E750D5" w:rsidP="0078447C" w:rsidRDefault="00E750D5" w14:paraId="339DD3C3" w14:textId="77777777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b/>
          <w:sz w:val="24"/>
          <w:szCs w:val="24"/>
        </w:rPr>
        <w:t>3.2 Efekty uczenia się dla przedmiotu</w:t>
      </w:r>
    </w:p>
    <w:p w:rsidRPr="0026552D" w:rsidR="00E750D5" w:rsidP="0078447C" w:rsidRDefault="00E750D5" w14:paraId="339DD3C4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26552D" w:rsidR="00E750D5" w:rsidTr="00874712" w14:paraId="339DD3C8" w14:textId="77777777">
        <w:tc>
          <w:tcPr>
            <w:tcW w:w="1681" w:type="dxa"/>
            <w:vAlign w:val="center"/>
          </w:tcPr>
          <w:p w:rsidRPr="0026552D" w:rsidR="00E750D5" w:rsidP="0078447C" w:rsidRDefault="00E750D5" w14:paraId="339DD3C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smallCaps w:val="0"/>
                <w:szCs w:val="24"/>
              </w:rPr>
              <w:t>EK</w:t>
            </w: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Pr="0026552D" w:rsidR="00E750D5" w:rsidP="0078447C" w:rsidRDefault="00E750D5" w14:paraId="339DD3C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Pr="0026552D" w:rsidR="00E750D5" w:rsidP="0078447C" w:rsidRDefault="00E750D5" w14:paraId="339DD3C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655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26552D" w:rsidR="00874712" w:rsidTr="00874712" w14:paraId="339DD3CC" w14:textId="77777777">
        <w:tc>
          <w:tcPr>
            <w:tcW w:w="1681" w:type="dxa"/>
          </w:tcPr>
          <w:p w:rsidRPr="0026552D" w:rsidR="00874712" w:rsidP="0078447C" w:rsidRDefault="00874712" w14:paraId="339DD3C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Pr="0026552D" w:rsidR="00874712" w:rsidP="0078447C" w:rsidRDefault="00874712" w14:paraId="339DD3C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wymienia koncepcje ujmowania roli państwa w życiu społecznym </w:t>
            </w:r>
            <w:r w:rsidR="00E560D3">
              <w:rPr>
                <w:rFonts w:ascii="Corbel" w:hAnsi="Corbel"/>
                <w:sz w:val="24"/>
                <w:szCs w:val="24"/>
              </w:rPr>
              <w:t xml:space="preserve">oraz </w:t>
            </w:r>
            <w:r w:rsidRPr="0026552D" w:rsidR="00E560D3">
              <w:rPr>
                <w:rFonts w:ascii="Corbel" w:hAnsi="Corbel"/>
                <w:sz w:val="24"/>
                <w:szCs w:val="24"/>
              </w:rPr>
              <w:t>definiuje teorie o pochodzeniu państwa</w:t>
            </w:r>
          </w:p>
        </w:tc>
        <w:tc>
          <w:tcPr>
            <w:tcW w:w="1865" w:type="dxa"/>
          </w:tcPr>
          <w:p w:rsidRPr="0026552D" w:rsidR="00874712" w:rsidP="0078447C" w:rsidRDefault="0058636F" w14:paraId="339DD3C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Pr="0026552D" w:rsidR="00874712" w:rsidTr="00874712" w14:paraId="339DD3D0" w14:textId="77777777">
        <w:tc>
          <w:tcPr>
            <w:tcW w:w="1681" w:type="dxa"/>
          </w:tcPr>
          <w:p w:rsidRPr="0026552D" w:rsidR="00874712" w:rsidP="0078447C" w:rsidRDefault="00874712" w14:paraId="339DD3C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26552D" w:rsidR="00874712" w:rsidP="0078447C" w:rsidRDefault="00874712" w14:paraId="339DD3CE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definiuje teorie o pochodzeniu państwa</w:t>
            </w:r>
          </w:p>
        </w:tc>
        <w:tc>
          <w:tcPr>
            <w:tcW w:w="1865" w:type="dxa"/>
          </w:tcPr>
          <w:p w:rsidRPr="0026552D" w:rsidR="00874712" w:rsidP="0078447C" w:rsidRDefault="00E560D3" w14:paraId="339DD3C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Pr="0026552D" w:rsidR="00874712" w:rsidTr="00874712" w14:paraId="339DD3D4" w14:textId="77777777">
        <w:tc>
          <w:tcPr>
            <w:tcW w:w="1681" w:type="dxa"/>
          </w:tcPr>
          <w:p w:rsidRPr="0026552D" w:rsidR="00874712" w:rsidP="0078447C" w:rsidRDefault="00874712" w14:paraId="339DD3D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26552D" w:rsidR="00874712" w:rsidP="0078447C" w:rsidRDefault="00874712" w14:paraId="339DD3D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rozpoznaje podstawowe pojęcia z zakresu prawoznawstwa</w:t>
            </w:r>
            <w:r w:rsidR="00E560D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6552D" w:rsidR="00E560D3">
              <w:rPr>
                <w:rFonts w:ascii="Corbel" w:hAnsi="Corbel"/>
                <w:sz w:val="24"/>
                <w:szCs w:val="24"/>
              </w:rPr>
              <w:t>potrafi wskazać cechy, funkcje, typy i formy państwa</w:t>
            </w:r>
          </w:p>
        </w:tc>
        <w:tc>
          <w:tcPr>
            <w:tcW w:w="1865" w:type="dxa"/>
          </w:tcPr>
          <w:p w:rsidRPr="0026552D" w:rsidR="00874712" w:rsidP="0078447C" w:rsidRDefault="00E560D3" w14:paraId="339DD3D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K_K07</w:t>
            </w:r>
          </w:p>
        </w:tc>
      </w:tr>
      <w:tr w:rsidRPr="0026552D" w:rsidR="00874712" w:rsidTr="00874712" w14:paraId="339DD3D8" w14:textId="77777777">
        <w:tc>
          <w:tcPr>
            <w:tcW w:w="1681" w:type="dxa"/>
          </w:tcPr>
          <w:p w:rsidRPr="0026552D" w:rsidR="00874712" w:rsidP="0078447C" w:rsidRDefault="00874712" w14:paraId="339DD3D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26552D" w:rsidR="00874712" w:rsidP="0078447C" w:rsidRDefault="00874712" w14:paraId="339DD3D6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potrafi wskazać cechy, funkcje, typy i formy państwa</w:t>
            </w:r>
          </w:p>
        </w:tc>
        <w:tc>
          <w:tcPr>
            <w:tcW w:w="1865" w:type="dxa"/>
          </w:tcPr>
          <w:p w:rsidRPr="0026552D" w:rsidR="00874712" w:rsidP="0078447C" w:rsidRDefault="00E560D3" w14:paraId="339DD3D7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Pr="0026552D" w:rsidR="00874712" w:rsidTr="00874712" w14:paraId="339DD3DC" w14:textId="77777777">
        <w:tc>
          <w:tcPr>
            <w:tcW w:w="1681" w:type="dxa"/>
          </w:tcPr>
          <w:p w:rsidRPr="0026552D" w:rsidR="00874712" w:rsidP="0078447C" w:rsidRDefault="00874712" w14:paraId="339DD3D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Pr="0026552D" w:rsidR="00874712" w:rsidP="0078447C" w:rsidRDefault="00874712" w14:paraId="339DD3D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rozumie różnice pomiędzy prawem stanowionym i innymi systemami norm społecznych</w:t>
            </w:r>
          </w:p>
        </w:tc>
        <w:tc>
          <w:tcPr>
            <w:tcW w:w="1865" w:type="dxa"/>
          </w:tcPr>
          <w:p w:rsidRPr="0026552D" w:rsidR="00874712" w:rsidP="0078447C" w:rsidRDefault="00E560D3" w14:paraId="339DD3D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  <w:tr w:rsidRPr="0026552D" w:rsidR="00874712" w:rsidTr="00874712" w14:paraId="339DD3E0" w14:textId="77777777">
        <w:tc>
          <w:tcPr>
            <w:tcW w:w="1681" w:type="dxa"/>
          </w:tcPr>
          <w:p w:rsidRPr="0026552D" w:rsidR="00874712" w:rsidP="0078447C" w:rsidRDefault="00874712" w14:paraId="339DD3D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Pr="0026552D" w:rsidR="00874712" w:rsidP="0078447C" w:rsidRDefault="00874712" w14:paraId="339DD3DE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analizuje udział sektora społecznego w kształtowaniu systemu politycznego</w:t>
            </w:r>
            <w:r w:rsidR="00E560D3"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26552D" w:rsidR="00E560D3">
              <w:rPr>
                <w:rFonts w:ascii="Corbel" w:hAnsi="Corbel"/>
                <w:sz w:val="24"/>
                <w:szCs w:val="24"/>
              </w:rPr>
              <w:t>docenia społeczną rolę normy prawnej</w:t>
            </w:r>
          </w:p>
        </w:tc>
        <w:tc>
          <w:tcPr>
            <w:tcW w:w="1865" w:type="dxa"/>
          </w:tcPr>
          <w:p w:rsidRPr="0026552D" w:rsidR="00874712" w:rsidP="0078447C" w:rsidRDefault="0058636F" w14:paraId="339DD3D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Pr="0026552D" w:rsidR="00874712" w:rsidTr="00874712" w14:paraId="339DD3E4" w14:textId="77777777">
        <w:tc>
          <w:tcPr>
            <w:tcW w:w="1681" w:type="dxa"/>
          </w:tcPr>
          <w:p w:rsidRPr="0026552D" w:rsidR="00874712" w:rsidP="0078447C" w:rsidRDefault="00874712" w14:paraId="339DD3E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Pr="0026552D" w:rsidR="00874712" w:rsidP="0078447C" w:rsidRDefault="00874712" w14:paraId="339DD3E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docenia społeczną rolę normy prawnej</w:t>
            </w:r>
          </w:p>
        </w:tc>
        <w:tc>
          <w:tcPr>
            <w:tcW w:w="1865" w:type="dxa"/>
          </w:tcPr>
          <w:p w:rsidRPr="0026552D" w:rsidR="00874712" w:rsidP="0078447C" w:rsidRDefault="00E560D3" w14:paraId="339DD3E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  <w:tr w:rsidRPr="0026552D" w:rsidR="00874712" w:rsidTr="00874712" w14:paraId="339DD3E8" w14:textId="77777777">
        <w:tc>
          <w:tcPr>
            <w:tcW w:w="1681" w:type="dxa"/>
          </w:tcPr>
          <w:p w:rsidRPr="0026552D" w:rsidR="00874712" w:rsidP="0078447C" w:rsidRDefault="00874712" w14:paraId="339DD3E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Pr="0026552D" w:rsidR="00874712" w:rsidP="0078447C" w:rsidRDefault="00874712" w14:paraId="339DD3E6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jest przygotowany do uczestnictwa w tworzeniu aktów prawnych niższej rangi</w:t>
            </w:r>
          </w:p>
        </w:tc>
        <w:tc>
          <w:tcPr>
            <w:tcW w:w="1865" w:type="dxa"/>
          </w:tcPr>
          <w:p w:rsidRPr="0026552D" w:rsidR="00874712" w:rsidP="0078447C" w:rsidRDefault="0058636F" w14:paraId="339DD3E7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</w:tbl>
    <w:p w:rsidRPr="0026552D" w:rsidR="00E750D5" w:rsidP="0078447C" w:rsidRDefault="00E750D5" w14:paraId="339DD3E9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26552D" w:rsidR="00E750D5" w:rsidP="0078447C" w:rsidRDefault="00E750D5" w14:paraId="339DD3E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6552D">
        <w:rPr>
          <w:rFonts w:ascii="Corbel" w:hAnsi="Corbel"/>
          <w:b/>
          <w:sz w:val="24"/>
          <w:szCs w:val="24"/>
        </w:rPr>
        <w:t xml:space="preserve">3.3 Treści programowe </w:t>
      </w:r>
    </w:p>
    <w:p w:rsidRPr="0026552D" w:rsidR="00E750D5" w:rsidP="0078447C" w:rsidRDefault="00E750D5" w14:paraId="339DD3EB" w14:textId="7777777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Problematyka wykładu </w:t>
      </w:r>
    </w:p>
    <w:p w:rsidRPr="0026552D" w:rsidR="00E750D5" w:rsidP="0078447C" w:rsidRDefault="00E750D5" w14:paraId="339DD3EC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6552D" w:rsidR="00E750D5" w:rsidTr="00874712" w14:paraId="339DD3EE" w14:textId="77777777">
        <w:tc>
          <w:tcPr>
            <w:tcW w:w="9520" w:type="dxa"/>
          </w:tcPr>
          <w:p w:rsidRPr="0026552D" w:rsidR="00E750D5" w:rsidP="0078447C" w:rsidRDefault="00E750D5" w14:paraId="339DD3ED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26552D" w:rsidR="00874712" w:rsidTr="00874712" w14:paraId="339DD3F0" w14:textId="77777777">
        <w:tc>
          <w:tcPr>
            <w:tcW w:w="9520" w:type="dxa"/>
          </w:tcPr>
          <w:p w:rsidRPr="0026552D" w:rsidR="00874712" w:rsidP="0078447C" w:rsidRDefault="00874712" w14:paraId="339DD3E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Prawo stanowione a inne systemy norm społecznych</w:t>
            </w:r>
          </w:p>
        </w:tc>
      </w:tr>
      <w:tr w:rsidRPr="0026552D" w:rsidR="00874712" w:rsidTr="00874712" w14:paraId="339DD3F2" w14:textId="77777777">
        <w:tc>
          <w:tcPr>
            <w:tcW w:w="9520" w:type="dxa"/>
          </w:tcPr>
          <w:p w:rsidRPr="0026552D" w:rsidR="00874712" w:rsidP="0078447C" w:rsidRDefault="00874712" w14:paraId="339DD3F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Norma prawna, jej właściwości i budowa</w:t>
            </w:r>
          </w:p>
        </w:tc>
      </w:tr>
      <w:tr w:rsidRPr="0026552D" w:rsidR="00874712" w:rsidTr="00874712" w14:paraId="339DD3F4" w14:textId="77777777">
        <w:tc>
          <w:tcPr>
            <w:tcW w:w="9520" w:type="dxa"/>
          </w:tcPr>
          <w:p w:rsidRPr="0026552D" w:rsidR="00874712" w:rsidP="0078447C" w:rsidRDefault="00874712" w14:paraId="339DD3F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lastRenderedPageBreak/>
              <w:t>Przepisy prawne i ich podziały</w:t>
            </w:r>
          </w:p>
        </w:tc>
      </w:tr>
      <w:tr w:rsidRPr="0026552D" w:rsidR="00874712" w:rsidTr="00874712" w14:paraId="339DD3F6" w14:textId="77777777">
        <w:tc>
          <w:tcPr>
            <w:tcW w:w="9520" w:type="dxa"/>
          </w:tcPr>
          <w:p w:rsidRPr="0026552D" w:rsidR="00874712" w:rsidP="0078447C" w:rsidRDefault="00874712" w14:paraId="339DD3F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Budowa aktu normatywnego</w:t>
            </w:r>
          </w:p>
        </w:tc>
      </w:tr>
      <w:tr w:rsidRPr="0026552D" w:rsidR="00874712" w:rsidTr="00874712" w14:paraId="339DD3F8" w14:textId="77777777">
        <w:tc>
          <w:tcPr>
            <w:tcW w:w="9520" w:type="dxa"/>
          </w:tcPr>
          <w:p w:rsidRPr="0026552D" w:rsidR="00874712" w:rsidP="0078447C" w:rsidRDefault="00874712" w14:paraId="339DD3F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Stosunek prawny</w:t>
            </w:r>
          </w:p>
        </w:tc>
      </w:tr>
      <w:tr w:rsidRPr="0026552D" w:rsidR="00874712" w:rsidTr="00874712" w14:paraId="339DD3FA" w14:textId="77777777">
        <w:tc>
          <w:tcPr>
            <w:tcW w:w="9520" w:type="dxa"/>
          </w:tcPr>
          <w:p w:rsidRPr="0026552D" w:rsidR="00874712" w:rsidP="0078447C" w:rsidRDefault="00874712" w14:paraId="339DD3F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Źródła prawa</w:t>
            </w:r>
          </w:p>
        </w:tc>
      </w:tr>
      <w:tr w:rsidRPr="0026552D" w:rsidR="00874712" w:rsidTr="00874712" w14:paraId="339DD3FC" w14:textId="77777777">
        <w:tc>
          <w:tcPr>
            <w:tcW w:w="9520" w:type="dxa"/>
          </w:tcPr>
          <w:p w:rsidRPr="0026552D" w:rsidR="00874712" w:rsidP="0078447C" w:rsidRDefault="00874712" w14:paraId="339DD3F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System źródeł prawa Rzeczypospolitej Polskiej</w:t>
            </w:r>
          </w:p>
        </w:tc>
      </w:tr>
      <w:tr w:rsidRPr="0026552D" w:rsidR="00874712" w:rsidTr="00874712" w14:paraId="339DD3FE" w14:textId="77777777">
        <w:tc>
          <w:tcPr>
            <w:tcW w:w="9520" w:type="dxa"/>
          </w:tcPr>
          <w:p w:rsidRPr="0026552D" w:rsidR="00874712" w:rsidP="0078447C" w:rsidRDefault="00874712" w14:paraId="339DD3F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System prawa</w:t>
            </w:r>
          </w:p>
        </w:tc>
      </w:tr>
      <w:tr w:rsidRPr="0026552D" w:rsidR="00874712" w:rsidTr="00874712" w14:paraId="339DD400" w14:textId="77777777">
        <w:tc>
          <w:tcPr>
            <w:tcW w:w="9520" w:type="dxa"/>
          </w:tcPr>
          <w:p w:rsidRPr="0026552D" w:rsidR="00874712" w:rsidP="0078447C" w:rsidRDefault="00874712" w14:paraId="339DD3F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Wykładnia prawa</w:t>
            </w:r>
          </w:p>
        </w:tc>
      </w:tr>
      <w:tr w:rsidRPr="0026552D" w:rsidR="00874712" w:rsidTr="00874712" w14:paraId="339DD402" w14:textId="77777777">
        <w:tc>
          <w:tcPr>
            <w:tcW w:w="9520" w:type="dxa"/>
          </w:tcPr>
          <w:p w:rsidRPr="0026552D" w:rsidR="00874712" w:rsidP="0078447C" w:rsidRDefault="00874712" w14:paraId="339DD40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Stosowanie i obowiązywanie prawa</w:t>
            </w:r>
          </w:p>
        </w:tc>
      </w:tr>
      <w:tr w:rsidRPr="0026552D" w:rsidR="00874712" w:rsidTr="00874712" w14:paraId="339DD404" w14:textId="77777777">
        <w:tc>
          <w:tcPr>
            <w:tcW w:w="9520" w:type="dxa"/>
          </w:tcPr>
          <w:p w:rsidRPr="0026552D" w:rsidR="00874712" w:rsidP="0078447C" w:rsidRDefault="00874712" w14:paraId="339DD40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Praworządność</w:t>
            </w:r>
          </w:p>
        </w:tc>
      </w:tr>
      <w:tr w:rsidRPr="0026552D" w:rsidR="00874712" w:rsidTr="00874712" w14:paraId="339DD406" w14:textId="77777777">
        <w:tc>
          <w:tcPr>
            <w:tcW w:w="9520" w:type="dxa"/>
          </w:tcPr>
          <w:p w:rsidRPr="0026552D" w:rsidR="00874712" w:rsidP="0078447C" w:rsidRDefault="00874712" w14:paraId="339DD40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Różne sposoby pojmowania prawa</w:t>
            </w:r>
          </w:p>
        </w:tc>
      </w:tr>
    </w:tbl>
    <w:p w:rsidRPr="0026552D" w:rsidR="00E750D5" w:rsidP="0078447C" w:rsidRDefault="00E750D5" w14:paraId="339DD407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26552D" w:rsidR="00E750D5" w:rsidP="0078447C" w:rsidRDefault="00E750D5" w14:paraId="339DD408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Pr="0026552D" w:rsidR="00E750D5" w:rsidP="0078447C" w:rsidRDefault="00E750D5" w14:paraId="339DD409" w14:textId="77777777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6552D" w:rsidR="00E750D5" w:rsidTr="00874712" w14:paraId="339DD40B" w14:textId="77777777">
        <w:tc>
          <w:tcPr>
            <w:tcW w:w="9520" w:type="dxa"/>
          </w:tcPr>
          <w:p w:rsidRPr="0026552D" w:rsidR="00E750D5" w:rsidP="0078447C" w:rsidRDefault="00E750D5" w14:paraId="339DD40A" w14:textId="7777777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26552D" w:rsidR="00874712" w:rsidTr="00874712" w14:paraId="339DD40D" w14:textId="77777777">
        <w:tc>
          <w:tcPr>
            <w:tcW w:w="9520" w:type="dxa"/>
          </w:tcPr>
          <w:p w:rsidRPr="0026552D" w:rsidR="00874712" w:rsidP="0078447C" w:rsidRDefault="00874712" w14:paraId="339DD40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Elementy metodologii prawoznawstwa</w:t>
            </w:r>
          </w:p>
        </w:tc>
      </w:tr>
      <w:tr w:rsidRPr="0026552D" w:rsidR="00874712" w:rsidTr="00874712" w14:paraId="339DD40F" w14:textId="77777777">
        <w:tc>
          <w:tcPr>
            <w:tcW w:w="9520" w:type="dxa"/>
          </w:tcPr>
          <w:p w:rsidRPr="0026552D" w:rsidR="00874712" w:rsidP="0078447C" w:rsidRDefault="00874712" w14:paraId="339DD40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Wielopłaszczyznowe badanie prawa</w:t>
            </w:r>
          </w:p>
        </w:tc>
      </w:tr>
      <w:tr w:rsidRPr="0026552D" w:rsidR="00874712" w:rsidTr="00874712" w14:paraId="339DD411" w14:textId="77777777">
        <w:tc>
          <w:tcPr>
            <w:tcW w:w="9520" w:type="dxa"/>
          </w:tcPr>
          <w:p w:rsidRPr="0026552D" w:rsidR="00874712" w:rsidP="0078447C" w:rsidRDefault="00874712" w14:paraId="339DD41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Teorie o pochodzeniu państwa</w:t>
            </w:r>
          </w:p>
        </w:tc>
      </w:tr>
      <w:tr w:rsidRPr="0026552D" w:rsidR="00874712" w:rsidTr="00874712" w14:paraId="339DD413" w14:textId="77777777">
        <w:tc>
          <w:tcPr>
            <w:tcW w:w="9520" w:type="dxa"/>
          </w:tcPr>
          <w:p w:rsidRPr="0026552D" w:rsidR="00874712" w:rsidP="0078447C" w:rsidRDefault="00874712" w14:paraId="339DD41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Podstawowe znaczenia terminu państwo</w:t>
            </w:r>
          </w:p>
        </w:tc>
      </w:tr>
      <w:tr w:rsidRPr="0026552D" w:rsidR="00874712" w:rsidTr="00874712" w14:paraId="339DD415" w14:textId="77777777">
        <w:tc>
          <w:tcPr>
            <w:tcW w:w="9520" w:type="dxa"/>
          </w:tcPr>
          <w:p w:rsidRPr="0026552D" w:rsidR="00874712" w:rsidP="0078447C" w:rsidRDefault="00874712" w14:paraId="339DD41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Cechy państwa</w:t>
            </w:r>
          </w:p>
        </w:tc>
      </w:tr>
      <w:tr w:rsidRPr="0026552D" w:rsidR="00874712" w:rsidTr="00874712" w14:paraId="339DD417" w14:textId="77777777">
        <w:tc>
          <w:tcPr>
            <w:tcW w:w="9520" w:type="dxa"/>
          </w:tcPr>
          <w:p w:rsidRPr="0026552D" w:rsidR="00874712" w:rsidP="0078447C" w:rsidRDefault="00874712" w14:paraId="339DD41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Partie polityczne i grupy nacisku</w:t>
            </w:r>
          </w:p>
        </w:tc>
      </w:tr>
      <w:tr w:rsidRPr="0026552D" w:rsidR="00874712" w:rsidTr="00874712" w14:paraId="339DD419" w14:textId="77777777">
        <w:tc>
          <w:tcPr>
            <w:tcW w:w="9520" w:type="dxa"/>
          </w:tcPr>
          <w:p w:rsidRPr="0026552D" w:rsidR="00874712" w:rsidP="0078447C" w:rsidRDefault="00874712" w14:paraId="339DD41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Funkcje państwa</w:t>
            </w:r>
          </w:p>
        </w:tc>
      </w:tr>
      <w:tr w:rsidRPr="0026552D" w:rsidR="00874712" w:rsidTr="00874712" w14:paraId="339DD41B" w14:textId="77777777">
        <w:tc>
          <w:tcPr>
            <w:tcW w:w="9520" w:type="dxa"/>
          </w:tcPr>
          <w:p w:rsidRPr="0026552D" w:rsidR="00874712" w:rsidP="0078447C" w:rsidRDefault="00874712" w14:paraId="339DD41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Koncepcje ujmowania roli państwa w życiu społecznym</w:t>
            </w:r>
          </w:p>
        </w:tc>
      </w:tr>
      <w:tr w:rsidRPr="0026552D" w:rsidR="00874712" w:rsidTr="00874712" w14:paraId="339DD41D" w14:textId="77777777">
        <w:tc>
          <w:tcPr>
            <w:tcW w:w="9520" w:type="dxa"/>
          </w:tcPr>
          <w:p w:rsidRPr="0026552D" w:rsidR="00874712" w:rsidP="0078447C" w:rsidRDefault="00874712" w14:paraId="339DD41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Typ i forma państwa</w:t>
            </w:r>
          </w:p>
        </w:tc>
      </w:tr>
      <w:tr w:rsidRPr="0026552D" w:rsidR="00874712" w:rsidTr="00874712" w14:paraId="339DD41F" w14:textId="77777777">
        <w:tc>
          <w:tcPr>
            <w:tcW w:w="9520" w:type="dxa"/>
          </w:tcPr>
          <w:p w:rsidRPr="0026552D" w:rsidR="00874712" w:rsidP="0078447C" w:rsidRDefault="00874712" w14:paraId="339DD41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Aparat państwowy</w:t>
            </w:r>
          </w:p>
        </w:tc>
      </w:tr>
      <w:tr w:rsidRPr="0026552D" w:rsidR="00874712" w:rsidTr="00874712" w14:paraId="339DD421" w14:textId="77777777">
        <w:tc>
          <w:tcPr>
            <w:tcW w:w="9520" w:type="dxa"/>
          </w:tcPr>
          <w:p w:rsidRPr="0026552D" w:rsidR="00874712" w:rsidP="0078447C" w:rsidRDefault="00874712" w14:paraId="339DD42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Organy państwowe</w:t>
            </w:r>
          </w:p>
        </w:tc>
      </w:tr>
      <w:tr w:rsidRPr="0026552D" w:rsidR="00874712" w:rsidTr="00874712" w14:paraId="339DD423" w14:textId="77777777">
        <w:tc>
          <w:tcPr>
            <w:tcW w:w="9520" w:type="dxa"/>
          </w:tcPr>
          <w:p w:rsidRPr="0026552D" w:rsidR="00874712" w:rsidP="0078447C" w:rsidRDefault="00874712" w14:paraId="339DD42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Samorząd terytorialny</w:t>
            </w:r>
          </w:p>
        </w:tc>
      </w:tr>
      <w:tr w:rsidRPr="0026552D" w:rsidR="00874712" w:rsidTr="00874712" w14:paraId="339DD425" w14:textId="77777777">
        <w:tc>
          <w:tcPr>
            <w:tcW w:w="9520" w:type="dxa"/>
          </w:tcPr>
          <w:p w:rsidRPr="0026552D" w:rsidR="00874712" w:rsidP="0078447C" w:rsidRDefault="00874712" w14:paraId="339DD42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Koncepcja demokratycznego państwa prawnego</w:t>
            </w:r>
          </w:p>
        </w:tc>
      </w:tr>
    </w:tbl>
    <w:p w:rsidRPr="0026552D" w:rsidR="00E750D5" w:rsidP="0078447C" w:rsidRDefault="00E750D5" w14:paraId="339DD426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26552D" w:rsidR="00E750D5" w:rsidP="0078447C" w:rsidRDefault="00E750D5" w14:paraId="339DD427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3.4 Metody dydaktyczne</w:t>
      </w:r>
    </w:p>
    <w:p w:rsidRPr="0026552D" w:rsidR="00874712" w:rsidP="0078447C" w:rsidRDefault="00874712" w14:paraId="339DD428" w14:textId="77777777">
      <w:pPr>
        <w:pStyle w:val="Punktygwne"/>
        <w:spacing w:before="0" w:after="0"/>
        <w:jc w:val="both"/>
        <w:rPr>
          <w:rFonts w:ascii="Corbel" w:hAnsi="Corbel"/>
          <w:i/>
          <w:smallCaps w:val="0"/>
          <w:szCs w:val="24"/>
          <w:u w:val="single"/>
        </w:rPr>
      </w:pPr>
      <w:r w:rsidRPr="0026552D">
        <w:rPr>
          <w:rFonts w:ascii="Corbel" w:hAnsi="Corbel"/>
          <w:b w:val="0"/>
          <w:i/>
          <w:smallCaps w:val="0"/>
          <w:szCs w:val="24"/>
        </w:rPr>
        <w:t xml:space="preserve">Wykład: </w:t>
      </w:r>
      <w:r w:rsidRPr="0026552D">
        <w:rPr>
          <w:rFonts w:ascii="Corbel" w:hAnsi="Corbel"/>
          <w:i/>
          <w:smallCaps w:val="0"/>
          <w:szCs w:val="24"/>
          <w:u w:val="single"/>
        </w:rPr>
        <w:t>wykład problemowy</w:t>
      </w:r>
    </w:p>
    <w:p w:rsidRPr="0026552D" w:rsidR="00874712" w:rsidP="0078447C" w:rsidRDefault="00874712" w14:paraId="339DD429" w14:textId="1DAAB375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3D6166CF">
        <w:rPr>
          <w:rFonts w:ascii="Corbel" w:hAnsi="Corbel"/>
          <w:b w:val="0"/>
          <w:i/>
          <w:iCs/>
          <w:smallCaps w:val="0"/>
        </w:rPr>
        <w:t xml:space="preserve">Ćwiczenia: </w:t>
      </w:r>
      <w:r w:rsidRPr="3D6166CF">
        <w:rPr>
          <w:rFonts w:ascii="Corbel" w:hAnsi="Corbel"/>
          <w:i/>
          <w:iCs/>
          <w:smallCaps w:val="0"/>
          <w:u w:val="single"/>
        </w:rPr>
        <w:t>analiza tekstów z dyskusją, metoda projektów (projekt badawczy</w:t>
      </w:r>
      <w:r w:rsidRPr="3D6166CF" w:rsidR="719CC360">
        <w:rPr>
          <w:rFonts w:ascii="Corbel" w:hAnsi="Corbel"/>
          <w:i/>
          <w:iCs/>
          <w:smallCaps w:val="0"/>
          <w:u w:val="single"/>
        </w:rPr>
        <w:t>)</w:t>
      </w:r>
    </w:p>
    <w:p w:rsidRPr="0026552D" w:rsidR="00E750D5" w:rsidP="0078447C" w:rsidRDefault="00E750D5" w14:paraId="339DD42E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26552D" w:rsidR="00E750D5" w:rsidP="0078447C" w:rsidRDefault="00E750D5" w14:paraId="339DD42F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4. METODY I KRYTERIA OCENY </w:t>
      </w:r>
    </w:p>
    <w:p w:rsidRPr="0026552D" w:rsidR="00E750D5" w:rsidP="0078447C" w:rsidRDefault="00E750D5" w14:paraId="339DD430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26552D" w:rsidR="00E750D5" w:rsidP="0078447C" w:rsidRDefault="00E750D5" w14:paraId="339DD431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4.1 Sposoby weryfikacji efektów uczenia się</w:t>
      </w:r>
    </w:p>
    <w:p w:rsidRPr="0026552D" w:rsidR="00E750D5" w:rsidP="0078447C" w:rsidRDefault="00E750D5" w14:paraId="339DD43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26552D" w:rsidR="00E750D5" w:rsidTr="00874712" w14:paraId="339DD438" w14:textId="77777777">
        <w:tc>
          <w:tcPr>
            <w:tcW w:w="1962" w:type="dxa"/>
            <w:vAlign w:val="center"/>
          </w:tcPr>
          <w:p w:rsidRPr="0026552D" w:rsidR="00E750D5" w:rsidP="0078447C" w:rsidRDefault="00E750D5" w14:paraId="339DD43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26552D" w:rsidR="00E750D5" w:rsidP="0078447C" w:rsidRDefault="00E750D5" w14:paraId="339DD43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Pr="0026552D" w:rsidR="00E750D5" w:rsidP="0078447C" w:rsidRDefault="00E750D5" w14:paraId="339DD43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26552D" w:rsidR="00E750D5" w:rsidP="0078447C" w:rsidRDefault="00E750D5" w14:paraId="339DD43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26552D" w:rsidR="00E750D5" w:rsidP="0078447C" w:rsidRDefault="00E750D5" w14:paraId="339DD43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6552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6552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26552D" w:rsidR="00874712" w:rsidTr="00874712" w14:paraId="339DD43D" w14:textId="77777777">
        <w:tc>
          <w:tcPr>
            <w:tcW w:w="1962" w:type="dxa"/>
          </w:tcPr>
          <w:p w:rsidRPr="0026552D" w:rsidR="00874712" w:rsidP="0078447C" w:rsidRDefault="00874712" w14:paraId="339DD43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:rsidRPr="0026552D" w:rsidR="00874712" w:rsidP="0078447C" w:rsidRDefault="00874712" w14:paraId="339DD43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- wyniki testu </w:t>
            </w:r>
            <w:proofErr w:type="spellStart"/>
            <w:r w:rsidRPr="0026552D">
              <w:rPr>
                <w:rFonts w:ascii="Corbel" w:hAnsi="Corbel"/>
                <w:sz w:val="24"/>
                <w:szCs w:val="24"/>
              </w:rPr>
              <w:t>śródsemestralnego</w:t>
            </w:r>
            <w:proofErr w:type="spellEnd"/>
            <w:r w:rsidRPr="0026552D">
              <w:rPr>
                <w:rFonts w:ascii="Corbel" w:hAnsi="Corbel"/>
                <w:sz w:val="24"/>
                <w:szCs w:val="24"/>
              </w:rPr>
              <w:t xml:space="preserve"> i końcowego;</w:t>
            </w:r>
          </w:p>
          <w:p w:rsidRPr="0026552D" w:rsidR="00874712" w:rsidP="0078447C" w:rsidRDefault="00874712" w14:paraId="339DD43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odpowiedzi podczas zajęć.</w:t>
            </w:r>
          </w:p>
        </w:tc>
        <w:tc>
          <w:tcPr>
            <w:tcW w:w="2117" w:type="dxa"/>
          </w:tcPr>
          <w:p w:rsidRPr="0026552D" w:rsidR="00874712" w:rsidP="0078447C" w:rsidRDefault="00874712" w14:paraId="339DD43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Pr="0026552D" w:rsidR="00874712" w:rsidTr="00874712" w14:paraId="339DD442" w14:textId="77777777">
        <w:tc>
          <w:tcPr>
            <w:tcW w:w="1962" w:type="dxa"/>
          </w:tcPr>
          <w:p w:rsidRPr="0026552D" w:rsidR="00874712" w:rsidP="0078447C" w:rsidRDefault="00874712" w14:paraId="339DD43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Pr="0026552D" w:rsidR="00874712" w:rsidP="0078447C" w:rsidRDefault="00874712" w14:paraId="339DD43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- wyniki testu </w:t>
            </w:r>
            <w:proofErr w:type="spellStart"/>
            <w:r w:rsidRPr="0026552D">
              <w:rPr>
                <w:rFonts w:ascii="Corbel" w:hAnsi="Corbel"/>
                <w:sz w:val="24"/>
                <w:szCs w:val="24"/>
              </w:rPr>
              <w:t>śródsemestralnego</w:t>
            </w:r>
            <w:proofErr w:type="spellEnd"/>
            <w:r w:rsidRPr="0026552D">
              <w:rPr>
                <w:rFonts w:ascii="Corbel" w:hAnsi="Corbel"/>
                <w:sz w:val="24"/>
                <w:szCs w:val="24"/>
              </w:rPr>
              <w:t xml:space="preserve"> i końcowego;</w:t>
            </w:r>
          </w:p>
          <w:p w:rsidRPr="0026552D" w:rsidR="00874712" w:rsidP="0078447C" w:rsidRDefault="00874712" w14:paraId="339DD44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odpowiedzi podczas zajęć.</w:t>
            </w:r>
          </w:p>
        </w:tc>
        <w:tc>
          <w:tcPr>
            <w:tcW w:w="2117" w:type="dxa"/>
          </w:tcPr>
          <w:p w:rsidRPr="0026552D" w:rsidR="00874712" w:rsidP="0078447C" w:rsidRDefault="00874712" w14:paraId="339DD44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Pr="0026552D" w:rsidR="00874712" w:rsidTr="00874712" w14:paraId="339DD448" w14:textId="77777777">
        <w:tc>
          <w:tcPr>
            <w:tcW w:w="1962" w:type="dxa"/>
          </w:tcPr>
          <w:p w:rsidRPr="0026552D" w:rsidR="00874712" w:rsidP="0078447C" w:rsidRDefault="00874712" w14:paraId="339DD44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26552D" w:rsidR="00874712" w:rsidP="0078447C" w:rsidRDefault="00874712" w14:paraId="339DD44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studenta podczas zajęć;</w:t>
            </w:r>
          </w:p>
          <w:p w:rsidRPr="0026552D" w:rsidR="00874712" w:rsidP="0078447C" w:rsidRDefault="00874712" w14:paraId="339DD44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efekty pracy studenta w grupie podczas zajęć;</w:t>
            </w:r>
          </w:p>
          <w:p w:rsidRPr="0026552D" w:rsidR="00874712" w:rsidP="0078447C" w:rsidRDefault="00874712" w14:paraId="339DD446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- ocena odpowiedzi podczas zajęć. </w:t>
            </w:r>
          </w:p>
        </w:tc>
        <w:tc>
          <w:tcPr>
            <w:tcW w:w="2117" w:type="dxa"/>
          </w:tcPr>
          <w:p w:rsidRPr="0026552D" w:rsidR="00874712" w:rsidP="0078447C" w:rsidRDefault="00874712" w14:paraId="339DD44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Pr="0026552D" w:rsidR="00874712" w:rsidTr="00874712" w14:paraId="339DD44F" w14:textId="77777777">
        <w:tc>
          <w:tcPr>
            <w:tcW w:w="1962" w:type="dxa"/>
          </w:tcPr>
          <w:p w:rsidRPr="0026552D" w:rsidR="00874712" w:rsidP="0078447C" w:rsidRDefault="00874712" w14:paraId="339DD44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26552D" w:rsidR="00874712" w:rsidP="0078447C" w:rsidRDefault="00874712" w14:paraId="339DD44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- ocena wypowiedzi studenta podczas zajęć (w tym </w:t>
            </w:r>
            <w:r w:rsidRPr="0026552D">
              <w:rPr>
                <w:rFonts w:ascii="Corbel" w:hAnsi="Corbel"/>
                <w:sz w:val="24"/>
                <w:szCs w:val="24"/>
              </w:rPr>
              <w:lastRenderedPageBreak/>
              <w:t>wygłoszonego referatu);</w:t>
            </w:r>
          </w:p>
          <w:p w:rsidRPr="0026552D" w:rsidR="00874712" w:rsidP="0078447C" w:rsidRDefault="00874712" w14:paraId="339DD44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:rsidRPr="0026552D" w:rsidR="00874712" w:rsidP="0078447C" w:rsidRDefault="00874712" w14:paraId="339DD44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obserwacja pracy studenta podczas zajęć;</w:t>
            </w:r>
          </w:p>
          <w:p w:rsidRPr="0026552D" w:rsidR="00874712" w:rsidP="0078447C" w:rsidRDefault="00874712" w14:paraId="339DD44D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postawy studenta podczas zajęć.</w:t>
            </w:r>
          </w:p>
        </w:tc>
        <w:tc>
          <w:tcPr>
            <w:tcW w:w="2117" w:type="dxa"/>
          </w:tcPr>
          <w:p w:rsidRPr="0026552D" w:rsidR="00874712" w:rsidP="0078447C" w:rsidRDefault="00874712" w14:paraId="339DD44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W, ĆW,</w:t>
            </w:r>
          </w:p>
        </w:tc>
      </w:tr>
      <w:tr w:rsidRPr="0026552D" w:rsidR="00874712" w:rsidTr="00874712" w14:paraId="339DD456" w14:textId="77777777">
        <w:tc>
          <w:tcPr>
            <w:tcW w:w="1962" w:type="dxa"/>
          </w:tcPr>
          <w:p w:rsidRPr="0026552D" w:rsidR="00874712" w:rsidP="0078447C" w:rsidRDefault="00874712" w14:paraId="339DD45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26552D" w:rsidR="00874712" w:rsidP="0078447C" w:rsidRDefault="00874712" w14:paraId="339DD45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studenta podczas zajęć (w tym wygłoszonego referatu);</w:t>
            </w:r>
          </w:p>
          <w:p w:rsidRPr="0026552D" w:rsidR="00874712" w:rsidP="0078447C" w:rsidRDefault="00874712" w14:paraId="339DD45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:rsidRPr="0026552D" w:rsidR="00874712" w:rsidP="0078447C" w:rsidRDefault="00874712" w14:paraId="339DD45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obserwacja pracy studenta podczas zajęć;</w:t>
            </w:r>
          </w:p>
          <w:p w:rsidRPr="0026552D" w:rsidR="00874712" w:rsidP="0078447C" w:rsidRDefault="00874712" w14:paraId="339DD45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postawy studenta podczas zajęć.</w:t>
            </w:r>
          </w:p>
        </w:tc>
        <w:tc>
          <w:tcPr>
            <w:tcW w:w="2117" w:type="dxa"/>
          </w:tcPr>
          <w:p w:rsidRPr="0026552D" w:rsidR="00874712" w:rsidP="0078447C" w:rsidRDefault="00874712" w14:paraId="339DD45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Pr="0026552D" w:rsidR="00874712" w:rsidTr="00874712" w14:paraId="339DD45D" w14:textId="77777777">
        <w:tc>
          <w:tcPr>
            <w:tcW w:w="1962" w:type="dxa"/>
          </w:tcPr>
          <w:p w:rsidRPr="0026552D" w:rsidR="00874712" w:rsidP="0078447C" w:rsidRDefault="00874712" w14:paraId="339DD45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26552D" w:rsidR="00874712" w:rsidP="0078447C" w:rsidRDefault="00874712" w14:paraId="339DD45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studenta podczas zajęć (w tym wygłoszonego referatu);</w:t>
            </w:r>
          </w:p>
          <w:p w:rsidRPr="0026552D" w:rsidR="00874712" w:rsidP="0078447C" w:rsidRDefault="00874712" w14:paraId="339DD459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:rsidRPr="0026552D" w:rsidR="00874712" w:rsidP="0078447C" w:rsidRDefault="00874712" w14:paraId="339DD45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obserwacja pracy studenta podczas zajęć;</w:t>
            </w:r>
          </w:p>
          <w:p w:rsidRPr="0026552D" w:rsidR="00874712" w:rsidP="0078447C" w:rsidRDefault="00874712" w14:paraId="339DD45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postawy studenta podczas zajęć.</w:t>
            </w:r>
          </w:p>
        </w:tc>
        <w:tc>
          <w:tcPr>
            <w:tcW w:w="2117" w:type="dxa"/>
          </w:tcPr>
          <w:p w:rsidRPr="0026552D" w:rsidR="00874712" w:rsidP="0078447C" w:rsidRDefault="00874712" w14:paraId="339DD45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Pr="0026552D" w:rsidR="00874712" w:rsidTr="00874712" w14:paraId="339DD462" w14:textId="77777777">
        <w:tc>
          <w:tcPr>
            <w:tcW w:w="1962" w:type="dxa"/>
          </w:tcPr>
          <w:p w:rsidRPr="0026552D" w:rsidR="00874712" w:rsidP="0078447C" w:rsidRDefault="00874712" w14:paraId="339DD45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:rsidRPr="0026552D" w:rsidR="00874712" w:rsidP="0078447C" w:rsidRDefault="00874712" w14:paraId="339DD45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i postawy studenta podczas zajęć;</w:t>
            </w:r>
          </w:p>
          <w:p w:rsidRPr="0026552D" w:rsidR="00874712" w:rsidP="0078447C" w:rsidRDefault="00874712" w14:paraId="339DD46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udziału studenta w dyskusji podczas zajęć.</w:t>
            </w:r>
          </w:p>
        </w:tc>
        <w:tc>
          <w:tcPr>
            <w:tcW w:w="2117" w:type="dxa"/>
          </w:tcPr>
          <w:p w:rsidRPr="0026552D" w:rsidR="00874712" w:rsidP="0078447C" w:rsidRDefault="00874712" w14:paraId="339DD46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Pr="0026552D" w:rsidR="00874712" w:rsidTr="00874712" w14:paraId="339DD467" w14:textId="77777777">
        <w:tc>
          <w:tcPr>
            <w:tcW w:w="1962" w:type="dxa"/>
          </w:tcPr>
          <w:p w:rsidRPr="0026552D" w:rsidR="00874712" w:rsidP="0078447C" w:rsidRDefault="00874712" w14:paraId="339DD46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:rsidRPr="0026552D" w:rsidR="00874712" w:rsidP="0078447C" w:rsidRDefault="00874712" w14:paraId="339DD46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:rsidRPr="0026552D" w:rsidR="00874712" w:rsidP="0078447C" w:rsidRDefault="00874712" w14:paraId="339DD46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i postawy studenta podczas zajęć.</w:t>
            </w:r>
          </w:p>
        </w:tc>
        <w:tc>
          <w:tcPr>
            <w:tcW w:w="2117" w:type="dxa"/>
          </w:tcPr>
          <w:p w:rsidRPr="0026552D" w:rsidR="00874712" w:rsidP="0078447C" w:rsidRDefault="00874712" w14:paraId="339DD46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</w:tbl>
    <w:p w:rsidRPr="0026552D" w:rsidR="00E750D5" w:rsidP="0078447C" w:rsidRDefault="00E750D5" w14:paraId="339DD468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26552D" w:rsidR="00E750D5" w:rsidP="0078447C" w:rsidRDefault="00E750D5" w14:paraId="339DD469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Pr="0026552D" w:rsidR="00E750D5" w:rsidP="0078447C" w:rsidRDefault="00E750D5" w14:paraId="339DD46A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26552D" w:rsidR="00E750D5" w:rsidTr="64FA4187" w14:paraId="339DD46D" w14:textId="77777777">
        <w:tc>
          <w:tcPr>
            <w:tcW w:w="9670" w:type="dxa"/>
            <w:tcMar/>
          </w:tcPr>
          <w:p w:rsidRPr="0026552D" w:rsidR="00874712" w:rsidP="0078447C" w:rsidRDefault="00874712" w14:paraId="339DD46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Wykład: sposób: egzamin, forma: pisemny – test, co najmniej w 60% na ocenę pozytywną</w:t>
            </w:r>
          </w:p>
          <w:p w:rsidRPr="0026552D" w:rsidR="00E750D5" w:rsidP="64FA4187" w:rsidRDefault="00874712" w14:paraId="339DD46C" w14:textId="2C91A5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4FA4187" w:rsidR="00874712">
              <w:rPr>
                <w:rFonts w:ascii="Corbel" w:hAnsi="Corbel"/>
                <w:b w:val="0"/>
                <w:bCs w:val="0"/>
                <w:caps w:val="0"/>
                <w:smallCaps w:val="0"/>
              </w:rPr>
              <w:t>Ćwiczenia audytoryjne: sposób: zaliczenie, forma: ustalenie oceny zaliczeniowej na podstawie ocen cząstkowych (referat, aktywność na zajęciach, kolokwium –</w:t>
            </w:r>
            <w:r w:rsidRPr="64FA4187" w:rsidR="39A7C4B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64FA4187" w:rsidR="00874712">
              <w:rPr>
                <w:rFonts w:ascii="Corbel" w:hAnsi="Corbel"/>
                <w:b w:val="0"/>
                <w:bCs w:val="0"/>
                <w:caps w:val="0"/>
                <w:smallCaps w:val="0"/>
              </w:rPr>
              <w:t>test)</w:t>
            </w:r>
          </w:p>
        </w:tc>
      </w:tr>
    </w:tbl>
    <w:p w:rsidRPr="0026552D" w:rsidR="00E750D5" w:rsidP="0078447C" w:rsidRDefault="00E750D5" w14:paraId="339DD46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26552D" w:rsidR="00E750D5" w:rsidP="0078447C" w:rsidRDefault="00E750D5" w14:paraId="339DD46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6552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26552D" w:rsidR="00E750D5" w:rsidP="0078447C" w:rsidRDefault="00E750D5" w14:paraId="339DD470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26552D" w:rsidR="00E750D5" w:rsidTr="50D11A50" w14:paraId="339DD473" w14:textId="77777777">
        <w:tc>
          <w:tcPr>
            <w:tcW w:w="4902" w:type="dxa"/>
            <w:tcMar/>
            <w:vAlign w:val="center"/>
          </w:tcPr>
          <w:p w:rsidRPr="0026552D" w:rsidR="00E750D5" w:rsidP="0078447C" w:rsidRDefault="00E750D5" w14:paraId="339DD47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6552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Mar/>
            <w:vAlign w:val="center"/>
          </w:tcPr>
          <w:p w:rsidRPr="0026552D" w:rsidR="00E750D5" w:rsidP="0078447C" w:rsidRDefault="00E750D5" w14:paraId="339DD47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6552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26552D" w:rsidR="00874712" w:rsidTr="50D11A50" w14:paraId="339DD476" w14:textId="77777777">
        <w:tc>
          <w:tcPr>
            <w:tcW w:w="4902" w:type="dxa"/>
            <w:tcMar/>
          </w:tcPr>
          <w:p w:rsidRPr="0026552D" w:rsidR="00874712" w:rsidP="0078447C" w:rsidRDefault="00874712" w14:paraId="339DD474" w14:textId="31D761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50D11A50" w:rsidR="00874712">
              <w:rPr>
                <w:rFonts w:ascii="Corbel" w:hAnsi="Corbel"/>
                <w:sz w:val="24"/>
                <w:szCs w:val="24"/>
              </w:rPr>
              <w:t>Godziny kontaktowe wynikające z </w:t>
            </w:r>
            <w:r w:rsidRPr="50D11A50" w:rsidR="28E5E749">
              <w:rPr>
                <w:rFonts w:ascii="Corbel" w:hAnsi="Corbel"/>
                <w:sz w:val="24"/>
                <w:szCs w:val="24"/>
              </w:rPr>
              <w:t xml:space="preserve"> </w:t>
            </w:r>
            <w:r w:rsidRPr="50D11A50" w:rsidR="00874712">
              <w:rPr>
                <w:rFonts w:ascii="Corbel" w:hAnsi="Corbel"/>
                <w:sz w:val="24"/>
                <w:szCs w:val="24"/>
              </w:rPr>
              <w:t>harmonogramu studiów</w:t>
            </w:r>
          </w:p>
        </w:tc>
        <w:tc>
          <w:tcPr>
            <w:tcW w:w="4618" w:type="dxa"/>
            <w:tcMar/>
          </w:tcPr>
          <w:p w:rsidRPr="0026552D" w:rsidR="00874712" w:rsidP="0078447C" w:rsidRDefault="00874712" w14:paraId="339DD47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26552D" w:rsidR="00874712" w:rsidTr="50D11A50" w14:paraId="339DD47A" w14:textId="77777777">
        <w:tc>
          <w:tcPr>
            <w:tcW w:w="4902" w:type="dxa"/>
            <w:tcMar/>
          </w:tcPr>
          <w:p w:rsidRPr="0026552D" w:rsidR="00874712" w:rsidP="0078447C" w:rsidRDefault="00874712" w14:paraId="339DD47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26552D" w:rsidR="00874712" w:rsidP="0078447C" w:rsidRDefault="00874712" w14:paraId="339DD47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Mar/>
          </w:tcPr>
          <w:p w:rsidRPr="0026552D" w:rsidR="00874712" w:rsidP="0078447C" w:rsidRDefault="00874712" w14:paraId="339DD47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26552D" w:rsidR="00874712" w:rsidTr="50D11A50" w14:paraId="339DD47E" w14:textId="77777777">
        <w:tc>
          <w:tcPr>
            <w:tcW w:w="4902" w:type="dxa"/>
            <w:tcMar/>
          </w:tcPr>
          <w:p w:rsidRPr="0026552D" w:rsidR="00874712" w:rsidP="0078447C" w:rsidRDefault="00874712" w14:paraId="339DD47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6552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6552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26552D" w:rsidR="00874712" w:rsidP="0078447C" w:rsidRDefault="00874712" w14:paraId="339DD47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Mar/>
          </w:tcPr>
          <w:p w:rsidRPr="0026552D" w:rsidR="00874712" w:rsidP="0078447C" w:rsidRDefault="00874712" w14:paraId="339DD47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26552D" w:rsidR="00874712" w:rsidTr="50D11A50" w14:paraId="339DD481" w14:textId="77777777">
        <w:tc>
          <w:tcPr>
            <w:tcW w:w="4902" w:type="dxa"/>
            <w:tcMar/>
          </w:tcPr>
          <w:p w:rsidRPr="0026552D" w:rsidR="00874712" w:rsidP="0078447C" w:rsidRDefault="00874712" w14:paraId="339DD47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Mar/>
          </w:tcPr>
          <w:p w:rsidRPr="0026552D" w:rsidR="00874712" w:rsidP="0078447C" w:rsidRDefault="00874712" w14:paraId="339DD48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Pr="0026552D" w:rsidR="00874712" w:rsidTr="50D11A50" w14:paraId="339DD484" w14:textId="77777777">
        <w:tc>
          <w:tcPr>
            <w:tcW w:w="4902" w:type="dxa"/>
            <w:tcMar/>
          </w:tcPr>
          <w:p w:rsidRPr="0026552D" w:rsidR="00874712" w:rsidP="0078447C" w:rsidRDefault="00874712" w14:paraId="339DD48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655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Mar/>
          </w:tcPr>
          <w:p w:rsidRPr="0026552D" w:rsidR="00874712" w:rsidP="0078447C" w:rsidRDefault="00643C21" w14:paraId="339DD483" w14:textId="47ADCD6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26552D" w:rsidR="00E750D5" w:rsidP="0078447C" w:rsidRDefault="00E750D5" w14:paraId="339DD485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26552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26552D" w:rsidR="00E750D5" w:rsidP="0078447C" w:rsidRDefault="00E750D5" w14:paraId="339DD486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26552D" w:rsidR="00E750D5" w:rsidP="0078447C" w:rsidRDefault="00E750D5" w14:paraId="339DD487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6. PRAKTYKI ZAWODOWE W RAMACH PRZEDMIOTU</w:t>
      </w:r>
    </w:p>
    <w:p w:rsidRPr="0026552D" w:rsidR="00E750D5" w:rsidP="0078447C" w:rsidRDefault="00E750D5" w14:paraId="339DD488" w14:textId="77777777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26552D" w:rsidR="00E750D5" w:rsidTr="002C5EA9" w14:paraId="339DD48B" w14:textId="77777777">
        <w:trPr>
          <w:trHeight w:val="397"/>
        </w:trPr>
        <w:tc>
          <w:tcPr>
            <w:tcW w:w="3544" w:type="dxa"/>
          </w:tcPr>
          <w:p w:rsidRPr="0026552D" w:rsidR="00E750D5" w:rsidP="0078447C" w:rsidRDefault="00E750D5" w14:paraId="339DD48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26552D" w:rsidR="00E750D5" w:rsidP="0078447C" w:rsidRDefault="00E750D5" w14:paraId="339DD48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26552D" w:rsidR="00E750D5" w:rsidTr="002C5EA9" w14:paraId="339DD48E" w14:textId="77777777">
        <w:trPr>
          <w:trHeight w:val="397"/>
        </w:trPr>
        <w:tc>
          <w:tcPr>
            <w:tcW w:w="3544" w:type="dxa"/>
          </w:tcPr>
          <w:p w:rsidRPr="0026552D" w:rsidR="00E750D5" w:rsidP="0078447C" w:rsidRDefault="00E750D5" w14:paraId="339DD48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Pr="0026552D" w:rsidR="00E750D5" w:rsidP="0078447C" w:rsidRDefault="00E750D5" w14:paraId="339DD48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26552D" w:rsidR="00E750D5" w:rsidP="0078447C" w:rsidRDefault="00E750D5" w14:paraId="339DD48F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26552D" w:rsidR="00E750D5" w:rsidP="0078447C" w:rsidRDefault="00E750D5" w14:paraId="339DD490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7. LITERATURA </w:t>
      </w:r>
    </w:p>
    <w:p w:rsidRPr="0026552D" w:rsidR="00E750D5" w:rsidP="0078447C" w:rsidRDefault="00E750D5" w14:paraId="339DD491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26552D" w:rsidR="00874712" w:rsidTr="3D6166CF" w14:paraId="339DD494" w14:textId="77777777">
        <w:trPr>
          <w:trHeight w:val="397"/>
        </w:trPr>
        <w:tc>
          <w:tcPr>
            <w:tcW w:w="7513" w:type="dxa"/>
          </w:tcPr>
          <w:p w:rsidRPr="0026552D" w:rsidR="00874712" w:rsidP="0078447C" w:rsidRDefault="00874712" w14:paraId="339DD49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78447C" w:rsidR="00874712" w:rsidP="0078447C" w:rsidRDefault="00874712" w14:paraId="339DD493" w14:textId="084F303E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447C">
              <w:rPr>
                <w:rFonts w:ascii="Corbel" w:hAnsi="Corbel"/>
                <w:b w:val="0"/>
                <w:smallCaps w:val="0"/>
                <w:szCs w:val="24"/>
              </w:rPr>
              <w:t xml:space="preserve">Nauka o państwie i prawie. Wybrane zagadnienia, red. </w:t>
            </w:r>
            <w:r w:rsidRPr="0078447C" w:rsidR="0078447C">
              <w:rPr>
                <w:rFonts w:ascii="Corbel" w:hAnsi="Corbel"/>
                <w:b w:val="0"/>
                <w:smallCaps w:val="0"/>
                <w:szCs w:val="24"/>
              </w:rPr>
              <w:t xml:space="preserve">S., </w:t>
            </w:r>
            <w:r w:rsidRPr="0078447C">
              <w:rPr>
                <w:rFonts w:ascii="Corbel" w:hAnsi="Corbel"/>
                <w:b w:val="0"/>
                <w:smallCaps w:val="0"/>
                <w:szCs w:val="24"/>
              </w:rPr>
              <w:t>Grabowska</w:t>
            </w:r>
            <w:r w:rsidRPr="0078447C" w:rsidR="0078447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8447C">
              <w:rPr>
                <w:rFonts w:ascii="Corbel" w:hAnsi="Corbel"/>
                <w:b w:val="0"/>
                <w:smallCaps w:val="0"/>
                <w:szCs w:val="24"/>
              </w:rPr>
              <w:t>ISBN 978-83-7996-505-2, Wydawnictwo Uniwersytetu Rzeszowskiego, Rzeszów 2017</w:t>
            </w:r>
            <w:r w:rsidR="0078447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26552D" w:rsidR="00874712" w:rsidTr="3D6166CF" w14:paraId="339DD49D" w14:textId="77777777">
        <w:trPr>
          <w:trHeight w:val="397"/>
        </w:trPr>
        <w:tc>
          <w:tcPr>
            <w:tcW w:w="7513" w:type="dxa"/>
          </w:tcPr>
          <w:p w:rsidRPr="0026552D" w:rsidR="00874712" w:rsidP="0078447C" w:rsidRDefault="00874712" w14:paraId="339DD49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74712" w:rsidP="0078447C" w:rsidRDefault="00874712" w14:paraId="339DD496" w14:textId="353E65FE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Seidler G. L., Groszyk H., Pieniążek A., Wprowadzenie do nauki o</w:t>
            </w:r>
            <w:r w:rsidR="0078447C">
              <w:rPr>
                <w:rFonts w:ascii="Corbel" w:hAnsi="Corbel"/>
                <w:sz w:val="24"/>
                <w:szCs w:val="24"/>
              </w:rPr>
              <w:t> </w:t>
            </w:r>
            <w:r w:rsidRPr="0026552D">
              <w:rPr>
                <w:rFonts w:ascii="Corbel" w:hAnsi="Corbel"/>
                <w:sz w:val="24"/>
                <w:szCs w:val="24"/>
              </w:rPr>
              <w:t>państwie i prawie, Lublin 2003</w:t>
            </w:r>
            <w:r w:rsidR="0078447C">
              <w:rPr>
                <w:rFonts w:ascii="Corbel" w:hAnsi="Corbel"/>
                <w:sz w:val="24"/>
                <w:szCs w:val="24"/>
              </w:rPr>
              <w:t>.</w:t>
            </w:r>
          </w:p>
          <w:p w:rsidRPr="0026552D" w:rsidR="0078447C" w:rsidP="0078447C" w:rsidRDefault="0078447C" w14:paraId="1DE0C128" w14:textId="01F06C76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26552D" w:rsidR="00874712" w:rsidP="0078447C" w:rsidRDefault="00874712" w14:paraId="339DD497" w14:textId="77777777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Winczorek P., Nauka o państwie, Wyd. 2, Warszawa 2011</w:t>
            </w:r>
          </w:p>
          <w:p w:rsidR="00874712" w:rsidP="0078447C" w:rsidRDefault="00874712" w14:paraId="339DD498" w14:textId="59CB130C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6552D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26552D">
              <w:rPr>
                <w:rFonts w:ascii="Corbel" w:hAnsi="Corbel"/>
                <w:sz w:val="24"/>
                <w:szCs w:val="24"/>
              </w:rPr>
              <w:t xml:space="preserve"> G., Wstęp do prawoznawstwa, Rzeszów 2011</w:t>
            </w:r>
            <w:r w:rsidR="0078447C">
              <w:rPr>
                <w:rFonts w:ascii="Corbel" w:hAnsi="Corbel"/>
                <w:sz w:val="24"/>
                <w:szCs w:val="24"/>
              </w:rPr>
              <w:t>.</w:t>
            </w:r>
          </w:p>
          <w:p w:rsidRPr="0026552D" w:rsidR="0078447C" w:rsidP="0078447C" w:rsidRDefault="0078447C" w14:paraId="1C5D58B3" w14:textId="77777777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874712" w:rsidP="0078447C" w:rsidRDefault="0078447C" w14:paraId="339DD499" w14:textId="5EA697C3">
            <w:pPr>
              <w:pStyle w:val="Akapitzlist"/>
              <w:spacing w:after="0" w:line="240" w:lineRule="auto"/>
              <w:ind w:left="360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  <w:hyperlink w:tooltip="pokaż inne książki tego autora" w:history="1" r:id="rId11">
              <w:r w:rsidRPr="0026552D" w:rsidR="00874712">
                <w:rPr>
                  <w:rFonts w:ascii="Corbel" w:hAnsi="Corbel"/>
                  <w:bCs/>
                  <w:sz w:val="24"/>
                  <w:szCs w:val="24"/>
                </w:rPr>
                <w:t>Tokarczyk R.</w:t>
              </w:r>
            </w:hyperlink>
            <w:r w:rsidRPr="0026552D" w:rsidR="00874712">
              <w:rPr>
                <w:rFonts w:ascii="Corbel" w:hAnsi="Corbel"/>
                <w:bCs/>
                <w:sz w:val="24"/>
                <w:szCs w:val="24"/>
              </w:rPr>
              <w:t>, Współczesne kultury prawne, Warszawa 2010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:rsidRPr="0026552D" w:rsidR="0078447C" w:rsidP="0078447C" w:rsidRDefault="0078447C" w14:paraId="3056AD5E" w14:textId="77777777">
            <w:pPr>
              <w:pStyle w:val="Akapitzlist"/>
              <w:spacing w:after="0" w:line="240" w:lineRule="auto"/>
              <w:ind w:left="360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</w:p>
          <w:p w:rsidR="00874712" w:rsidP="0078447C" w:rsidRDefault="00874712" w14:paraId="47429271" w14:textId="4472FDDD">
            <w:pPr>
              <w:pStyle w:val="Punktygwne"/>
              <w:spacing w:before="0" w:after="0"/>
              <w:ind w:left="36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26552D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t xml:space="preserve">Elementy nauki o państwie i polityce, </w:t>
            </w:r>
            <w:hyperlink w:tooltip="pokaż inne książki tego autora" w:history="1" r:id="rId12">
              <w:r w:rsidRPr="0026552D">
                <w:rPr>
                  <w:rFonts w:ascii="Corbel" w:hAnsi="Corbel" w:eastAsia="Times New Roman"/>
                  <w:b w:val="0"/>
                  <w:bCs/>
                  <w:smallCaps w:val="0"/>
                  <w:szCs w:val="24"/>
                  <w:lang w:eastAsia="pl-PL"/>
                </w:rPr>
                <w:t>Dubel L.</w:t>
              </w:r>
            </w:hyperlink>
            <w:r w:rsidRPr="0026552D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t xml:space="preserve">, </w:t>
            </w:r>
            <w:hyperlink w:tooltip="pokaż inne książki tego autora" w:history="1" r:id="rId13">
              <w:proofErr w:type="spellStart"/>
              <w:r w:rsidRPr="0026552D">
                <w:rPr>
                  <w:rFonts w:ascii="Corbel" w:hAnsi="Corbel" w:eastAsia="Times New Roman"/>
                  <w:b w:val="0"/>
                  <w:bCs/>
                  <w:smallCaps w:val="0"/>
                  <w:szCs w:val="24"/>
                  <w:lang w:eastAsia="pl-PL"/>
                </w:rPr>
                <w:t>Kostrubiec</w:t>
              </w:r>
              <w:proofErr w:type="spellEnd"/>
              <w:r w:rsidRPr="0026552D">
                <w:rPr>
                  <w:rFonts w:ascii="Corbel" w:hAnsi="Corbel" w:eastAsia="Times New Roman"/>
                  <w:b w:val="0"/>
                  <w:bCs/>
                  <w:smallCaps w:val="0"/>
                  <w:szCs w:val="24"/>
                  <w:lang w:eastAsia="pl-PL"/>
                </w:rPr>
                <w:t xml:space="preserve"> J.</w:t>
              </w:r>
            </w:hyperlink>
            <w:r w:rsidRPr="0026552D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t>,</w:t>
            </w:r>
            <w:r w:rsidR="0078447C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t> </w:t>
            </w:r>
            <w:proofErr w:type="spellStart"/>
            <w:r w:rsidR="0078447C">
              <w:fldChar w:fldCharType="begin"/>
            </w:r>
            <w:r w:rsidR="0078447C">
              <w:instrText xml:space="preserve"> HYPERLINK "http://www.</w:instrText>
            </w:r>
            <w:r w:rsidR="0078447C">
              <w:instrText xml:space="preserve">naukowa.pl/autor/%C5%81awnikowicz-Grzegorz/65389" \o "pokaż inne książki tego autora" </w:instrText>
            </w:r>
            <w:r w:rsidR="0078447C">
              <w:fldChar w:fldCharType="separate"/>
            </w:r>
            <w:r w:rsidRPr="0026552D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t>Ławnikowicz</w:t>
            </w:r>
            <w:proofErr w:type="spellEnd"/>
            <w:r w:rsidRPr="0026552D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t xml:space="preserve"> G.</w:t>
            </w:r>
            <w:r w:rsidR="0078447C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fldChar w:fldCharType="end"/>
            </w:r>
            <w:r w:rsidRPr="0026552D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t xml:space="preserve">, </w:t>
            </w:r>
            <w:hyperlink w:tooltip="pokaż inne książki tego autora" w:history="1" r:id="rId14">
              <w:proofErr w:type="spellStart"/>
              <w:r w:rsidRPr="0026552D">
                <w:rPr>
                  <w:rFonts w:ascii="Corbel" w:hAnsi="Corbel" w:eastAsia="Times New Roman"/>
                  <w:b w:val="0"/>
                  <w:bCs/>
                  <w:smallCaps w:val="0"/>
                  <w:szCs w:val="24"/>
                  <w:lang w:eastAsia="pl-PL"/>
                </w:rPr>
                <w:t>Markwart</w:t>
              </w:r>
              <w:proofErr w:type="spellEnd"/>
              <w:r w:rsidRPr="0026552D">
                <w:rPr>
                  <w:rFonts w:ascii="Corbel" w:hAnsi="Corbel" w:eastAsia="Times New Roman"/>
                  <w:b w:val="0"/>
                  <w:bCs/>
                  <w:smallCaps w:val="0"/>
                  <w:szCs w:val="24"/>
                  <w:lang w:eastAsia="pl-PL"/>
                </w:rPr>
                <w:t xml:space="preserve"> Z.</w:t>
              </w:r>
            </w:hyperlink>
            <w:r w:rsidRPr="0026552D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t xml:space="preserve">, </w:t>
            </w:r>
            <w:r w:rsidRPr="0026552D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Wolters Kluwer Polska Sp. Z O.O., Warszawa 2011</w:t>
            </w:r>
            <w:r w:rsidR="0078447C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.</w:t>
            </w:r>
          </w:p>
          <w:p w:rsidRPr="0078447C" w:rsidR="0078447C" w:rsidP="0078447C" w:rsidRDefault="0078447C" w14:paraId="78CEFCFC" w14:textId="77777777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:rsidR="0078447C" w:rsidP="0078447C" w:rsidRDefault="0078447C" w14:paraId="15C7F53F" w14:textId="77777777">
            <w:pPr>
              <w:ind w:left="321"/>
              <w:jc w:val="both"/>
              <w:rPr>
                <w:rFonts w:ascii="Corbel" w:hAnsi="Corbel"/>
                <w:sz w:val="24"/>
                <w:szCs w:val="24"/>
              </w:rPr>
            </w:pPr>
            <w:r w:rsidRPr="0078447C">
              <w:rPr>
                <w:rFonts w:ascii="Corbel" w:hAnsi="Corbel"/>
                <w:sz w:val="24"/>
                <w:szCs w:val="24"/>
              </w:rPr>
              <w:t xml:space="preserve">Wicherek D., </w:t>
            </w:r>
            <w:r w:rsidRPr="0078447C">
              <w:rPr>
                <w:rFonts w:ascii="Corbel" w:hAnsi="Corbel"/>
                <w:sz w:val="24"/>
                <w:szCs w:val="24"/>
              </w:rPr>
              <w:t>Inicjatywa ustawodawcza jako konstytucyjna kompetencja Prezydenta Rzeczypospolitej Polskiej, „Przegląd Politologiczny”, 2/2020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Pr="0078447C" w:rsidR="0078447C" w:rsidP="0078447C" w:rsidRDefault="0078447C" w14:paraId="339DD49C" w14:textId="32D1A3DE">
            <w:pPr>
              <w:ind w:left="321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bookmarkStart w:name="_Hlk58833377" w:id="1"/>
            <w:r w:rsidRPr="0078447C">
              <w:rPr>
                <w:rFonts w:ascii="Corbel" w:hAnsi="Corbel"/>
                <w:sz w:val="24"/>
                <w:szCs w:val="24"/>
              </w:rPr>
              <w:t xml:space="preserve">Wicherek D., </w:t>
            </w:r>
            <w:r w:rsidRPr="0078447C">
              <w:rPr>
                <w:rFonts w:ascii="Corbel" w:hAnsi="Corbel"/>
                <w:sz w:val="24"/>
                <w:szCs w:val="24"/>
              </w:rPr>
              <w:t>Aktywność Senatu RP w procesie ustawodawczym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78447C">
              <w:rPr>
                <w:rFonts w:ascii="Corbel" w:hAnsi="Corbel"/>
                <w:sz w:val="24"/>
                <w:szCs w:val="24"/>
              </w:rPr>
              <w:t>latach 1989-2019</w:t>
            </w:r>
            <w:bookmarkEnd w:id="1"/>
            <w:r w:rsidRPr="0078447C">
              <w:rPr>
                <w:rFonts w:ascii="Corbel" w:hAnsi="Corbel"/>
                <w:sz w:val="24"/>
                <w:szCs w:val="24"/>
              </w:rPr>
              <w:t>, [w:] </w:t>
            </w:r>
            <w:bookmarkStart w:name="_Hlk58833403" w:id="2"/>
            <w:proofErr w:type="spellStart"/>
            <w:r w:rsidRPr="0078447C">
              <w:rPr>
                <w:rFonts w:ascii="Corbel" w:hAnsi="Corbel"/>
                <w:sz w:val="24"/>
                <w:szCs w:val="24"/>
              </w:rPr>
              <w:t>Ustrojowoprawny</w:t>
            </w:r>
            <w:proofErr w:type="spellEnd"/>
            <w:r w:rsidRPr="0078447C">
              <w:rPr>
                <w:rFonts w:ascii="Corbel" w:hAnsi="Corbel"/>
                <w:sz w:val="24"/>
                <w:szCs w:val="24"/>
              </w:rPr>
              <w:t xml:space="preserve"> charakter Senatu RP na euroamerykańskim tle i postulaty zmian</w:t>
            </w:r>
            <w:bookmarkEnd w:id="2"/>
            <w:r w:rsidRPr="0078447C">
              <w:rPr>
                <w:rFonts w:ascii="Corbel" w:hAnsi="Corbel"/>
                <w:sz w:val="24"/>
                <w:szCs w:val="24"/>
              </w:rPr>
              <w:t>, red. </w:t>
            </w:r>
            <w:bookmarkStart w:name="_Hlk58833423" w:id="3"/>
            <w:r w:rsidRPr="0078447C">
              <w:rPr>
                <w:rFonts w:ascii="Corbel" w:hAnsi="Corbel"/>
                <w:sz w:val="24"/>
                <w:szCs w:val="24"/>
              </w:rPr>
              <w:t>M. Bartoszewski, A. Bisztyga, P. Kuczma</w:t>
            </w:r>
            <w:bookmarkEnd w:id="3"/>
            <w:r w:rsidRPr="0078447C">
              <w:rPr>
                <w:rFonts w:ascii="Corbel" w:hAnsi="Corbel"/>
                <w:sz w:val="24"/>
                <w:szCs w:val="24"/>
              </w:rPr>
              <w:t xml:space="preserve">, Wydawnictwo Dom Organizatora, </w:t>
            </w:r>
            <w:bookmarkStart w:name="_Hlk58833458" w:id="4"/>
            <w:r w:rsidRPr="0078447C">
              <w:rPr>
                <w:rFonts w:ascii="Corbel" w:hAnsi="Corbel"/>
                <w:sz w:val="24"/>
                <w:szCs w:val="24"/>
              </w:rPr>
              <w:t>Toruń 2020</w:t>
            </w:r>
            <w:bookmarkEnd w:id="4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:rsidRPr="0026552D" w:rsidR="00E750D5" w:rsidP="0078447C" w:rsidRDefault="00E750D5" w14:paraId="339DD49E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26552D" w:rsidR="00E750D5" w:rsidP="0078447C" w:rsidRDefault="00E750D5" w14:paraId="339DD49F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26552D" w:rsidR="00E750D5" w:rsidP="0078447C" w:rsidRDefault="00E750D5" w14:paraId="339DD4A0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  <w:r w:rsidRPr="002655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Pr="0026552D" w:rsidR="00E750D5" w:rsidP="0078447C" w:rsidRDefault="00E750D5" w14:paraId="339DD4A1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sectPr w:rsidRPr="0026552D" w:rsidR="00E750D5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2E53" w:rsidP="00C16ABF" w:rsidRDefault="00132E53" w14:paraId="7F7DBA6E" w14:textId="77777777">
      <w:pPr>
        <w:spacing w:after="0" w:line="240" w:lineRule="auto"/>
      </w:pPr>
      <w:r>
        <w:separator/>
      </w:r>
    </w:p>
  </w:endnote>
  <w:endnote w:type="continuationSeparator" w:id="0">
    <w:p w:rsidR="00132E53" w:rsidP="00C16ABF" w:rsidRDefault="00132E53" w14:paraId="0759D1A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2E53" w:rsidP="00C16ABF" w:rsidRDefault="00132E53" w14:paraId="611BCFAD" w14:textId="77777777">
      <w:pPr>
        <w:spacing w:after="0" w:line="240" w:lineRule="auto"/>
      </w:pPr>
      <w:r>
        <w:separator/>
      </w:r>
    </w:p>
  </w:footnote>
  <w:footnote w:type="continuationSeparator" w:id="0">
    <w:p w:rsidR="00132E53" w:rsidP="00C16ABF" w:rsidRDefault="00132E53" w14:paraId="729437BC" w14:textId="77777777">
      <w:pPr>
        <w:spacing w:after="0" w:line="240" w:lineRule="auto"/>
      </w:pPr>
      <w:r>
        <w:continuationSeparator/>
      </w:r>
    </w:p>
  </w:footnote>
  <w:footnote w:id="1">
    <w:p w:rsidR="0026552D" w:rsidP="00E750D5" w:rsidRDefault="0026552D" w14:paraId="339DD4A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D397D"/>
    <w:multiLevelType w:val="hybridMultilevel"/>
    <w:tmpl w:val="424CAED8"/>
    <w:lvl w:ilvl="0" w:tplc="E6DAFBCA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47066F8"/>
    <w:multiLevelType w:val="hybridMultilevel"/>
    <w:tmpl w:val="167AB0D8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05DD2E12"/>
    <w:multiLevelType w:val="hybridMultilevel"/>
    <w:tmpl w:val="581A4E06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B62D3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DB49F2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367914"/>
    <w:multiLevelType w:val="hybridMultilevel"/>
    <w:tmpl w:val="80EA023E"/>
    <w:lvl w:ilvl="0" w:tplc="E6DAFBCA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4E28265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310B6D"/>
    <w:multiLevelType w:val="hybridMultilevel"/>
    <w:tmpl w:val="06B466F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A9B091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0"/>
  </w:num>
  <w:num w:numId="7">
    <w:abstractNumId w:val="8"/>
  </w:num>
  <w:num w:numId="8">
    <w:abstractNumId w:val="1"/>
  </w:num>
  <w:num w:numId="9">
    <w:abstractNumId w:val="2"/>
  </w:num>
  <w:num w:numId="10">
    <w:abstractNumId w:val="6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17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2B3"/>
    <w:rsid w:val="000B28EE"/>
    <w:rsid w:val="000B3E37"/>
    <w:rsid w:val="000D04B0"/>
    <w:rsid w:val="000F1C57"/>
    <w:rsid w:val="000F5615"/>
    <w:rsid w:val="00124BFF"/>
    <w:rsid w:val="0012560E"/>
    <w:rsid w:val="00127108"/>
    <w:rsid w:val="00132E53"/>
    <w:rsid w:val="00134B13"/>
    <w:rsid w:val="00146BC0"/>
    <w:rsid w:val="00153C41"/>
    <w:rsid w:val="00154381"/>
    <w:rsid w:val="001640A7"/>
    <w:rsid w:val="00164FA7"/>
    <w:rsid w:val="00166A03"/>
    <w:rsid w:val="001718A7"/>
    <w:rsid w:val="00172B89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552D"/>
    <w:rsid w:val="00281FF2"/>
    <w:rsid w:val="002857DE"/>
    <w:rsid w:val="00291567"/>
    <w:rsid w:val="002A22BF"/>
    <w:rsid w:val="002A2389"/>
    <w:rsid w:val="002A671D"/>
    <w:rsid w:val="002B19AB"/>
    <w:rsid w:val="002B3DBF"/>
    <w:rsid w:val="002B4D55"/>
    <w:rsid w:val="002B5EA0"/>
    <w:rsid w:val="002B6119"/>
    <w:rsid w:val="002C1F06"/>
    <w:rsid w:val="002C5EA9"/>
    <w:rsid w:val="002D3375"/>
    <w:rsid w:val="002D73D4"/>
    <w:rsid w:val="002F02A3"/>
    <w:rsid w:val="002F4ABE"/>
    <w:rsid w:val="003018BA"/>
    <w:rsid w:val="0030395F"/>
    <w:rsid w:val="00305C92"/>
    <w:rsid w:val="003151C5"/>
    <w:rsid w:val="003310ED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333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6B51"/>
    <w:rsid w:val="0050496F"/>
    <w:rsid w:val="00513B6F"/>
    <w:rsid w:val="00517C63"/>
    <w:rsid w:val="00527ADD"/>
    <w:rsid w:val="005363C4"/>
    <w:rsid w:val="00536BDE"/>
    <w:rsid w:val="00543481"/>
    <w:rsid w:val="00543ACC"/>
    <w:rsid w:val="00546FFB"/>
    <w:rsid w:val="0056696D"/>
    <w:rsid w:val="0058636F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192D"/>
    <w:rsid w:val="00643C21"/>
    <w:rsid w:val="00647FA8"/>
    <w:rsid w:val="00650C5F"/>
    <w:rsid w:val="00654934"/>
    <w:rsid w:val="006620D9"/>
    <w:rsid w:val="00671958"/>
    <w:rsid w:val="006740D2"/>
    <w:rsid w:val="00675843"/>
    <w:rsid w:val="00696477"/>
    <w:rsid w:val="006A1725"/>
    <w:rsid w:val="006C0B7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047"/>
    <w:rsid w:val="00763BF1"/>
    <w:rsid w:val="00766FD4"/>
    <w:rsid w:val="0078168C"/>
    <w:rsid w:val="0078447C"/>
    <w:rsid w:val="00787C2A"/>
    <w:rsid w:val="00790E27"/>
    <w:rsid w:val="007A4022"/>
    <w:rsid w:val="007A6E6E"/>
    <w:rsid w:val="007C3299"/>
    <w:rsid w:val="007C3BCC"/>
    <w:rsid w:val="007C4546"/>
    <w:rsid w:val="007C7721"/>
    <w:rsid w:val="007D6E56"/>
    <w:rsid w:val="007F4155"/>
    <w:rsid w:val="0081554D"/>
    <w:rsid w:val="008156CC"/>
    <w:rsid w:val="0081707E"/>
    <w:rsid w:val="008449B3"/>
    <w:rsid w:val="008552A2"/>
    <w:rsid w:val="0085747A"/>
    <w:rsid w:val="0087471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E3FAD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0D3"/>
    <w:rsid w:val="00E63348"/>
    <w:rsid w:val="00E742AA"/>
    <w:rsid w:val="00E750D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19D"/>
    <w:rsid w:val="00EE32DE"/>
    <w:rsid w:val="00EE5457"/>
    <w:rsid w:val="00F070AB"/>
    <w:rsid w:val="00F1568F"/>
    <w:rsid w:val="00F17567"/>
    <w:rsid w:val="00F27A7B"/>
    <w:rsid w:val="00F31660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44B8"/>
    <w:rsid w:val="00FD503F"/>
    <w:rsid w:val="00FD7589"/>
    <w:rsid w:val="00FF016A"/>
    <w:rsid w:val="00FF1401"/>
    <w:rsid w:val="00FF5E7D"/>
    <w:rsid w:val="16A813A4"/>
    <w:rsid w:val="1D496024"/>
    <w:rsid w:val="28E5E749"/>
    <w:rsid w:val="39A7C4B1"/>
    <w:rsid w:val="3A73B3E4"/>
    <w:rsid w:val="3D6166CF"/>
    <w:rsid w:val="42E4D2E6"/>
    <w:rsid w:val="50D11A50"/>
    <w:rsid w:val="5703B78D"/>
    <w:rsid w:val="594D00EB"/>
    <w:rsid w:val="64FA4187"/>
    <w:rsid w:val="719CC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8"/>
        <o:r id="V:Rule4" type="connector" idref="#_x0000_s1029"/>
      </o:rules>
    </o:shapelayout>
  </w:shapeDefaults>
  <w:decimalSymbol w:val=","/>
  <w:listSeparator w:val=";"/>
  <w14:docId w14:val="339DD353"/>
  <w15:docId w15:val="{0F6D0A2E-0795-4819-9686-1E72D306B20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3DBF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3DBF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B3DBF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47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4712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87471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1660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F31660"/>
    <w:rPr>
      <w:rFonts w:ascii="Calibri" w:hAnsi="Calibri"/>
      <w:b/>
      <w:bCs/>
      <w:lang w:eastAsia="en-US"/>
    </w:rPr>
  </w:style>
  <w:style w:type="character" w:styleId="Nagwek1Znak" w:customStyle="1">
    <w:name w:val="Nagłówek 1 Znak"/>
    <w:basedOn w:val="Domylnaczcionkaakapitu"/>
    <w:link w:val="Nagwek1"/>
    <w:uiPriority w:val="9"/>
    <w:rsid w:val="002B3DBF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en-US"/>
    </w:rPr>
  </w:style>
  <w:style w:type="character" w:styleId="Nagwek2Znak" w:customStyle="1">
    <w:name w:val="Nagłówek 2 Znak"/>
    <w:basedOn w:val="Domylnaczcionkaakapitu"/>
    <w:link w:val="Nagwek2"/>
    <w:uiPriority w:val="9"/>
    <w:rsid w:val="002B3DBF"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en-US"/>
    </w:rPr>
  </w:style>
  <w:style w:type="character" w:styleId="Nagwek3Znak" w:customStyle="1">
    <w:name w:val="Nagłówek 3 Znak"/>
    <w:basedOn w:val="Domylnaczcionkaakapitu"/>
    <w:link w:val="Nagwek3"/>
    <w:uiPriority w:val="9"/>
    <w:rsid w:val="002B3DBF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://www.naukowa.pl/autor/Kostrubiec-Jaros%C5%82aw/66118" TargetMode="Externa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://www.naukowa.pl/autor/Dubel-Lech/49860" TargetMode="Externa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naukowa.pl/autorzy/Tokarczyk-Roman" TargetMode="Externa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://www.naukowa.pl/autor/Markwart-Zbigniew/68459" TargetMode="Externa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5329A-4D8D-4C87-9814-9CDC87E72C47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23cdcff9-4da5-4ae5-9ed2-4324298199aa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948EC9B-BEB2-4ED6-A7AA-F1BABD9952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5A6D3C-4A9A-45F5-884F-E4056F7B556E}"/>
</file>

<file path=customXml/itemProps4.xml><?xml version="1.0" encoding="utf-8"?>
<ds:datastoreItem xmlns:ds="http://schemas.openxmlformats.org/officeDocument/2006/customXml" ds:itemID="{5C6890E5-29B3-496C-ADC5-25F65DBF27A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Piękoś</dc:creator>
  <cp:lastModifiedBy>Grabowska Sabina</cp:lastModifiedBy>
  <cp:revision>17</cp:revision>
  <cp:lastPrinted>2019-02-06T12:12:00Z</cp:lastPrinted>
  <dcterms:created xsi:type="dcterms:W3CDTF">2020-10-20T14:49:00Z</dcterms:created>
  <dcterms:modified xsi:type="dcterms:W3CDTF">2021-11-27T13:11:05Z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